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50597" w14:paraId="1FBEEFFC" w14:textId="77777777" w:rsidTr="00146EEC">
        <w:tc>
          <w:tcPr>
            <w:tcW w:w="2689" w:type="dxa"/>
          </w:tcPr>
          <w:p w14:paraId="7CABCA68" w14:textId="74318D8F" w:rsidR="00A50597" w:rsidRPr="002D49DA" w:rsidRDefault="00A50597" w:rsidP="00A50597">
            <w:pPr>
              <w:pStyle w:val="SIText"/>
            </w:pPr>
            <w:r w:rsidRPr="002D49DA">
              <w:t xml:space="preserve">Release </w:t>
            </w:r>
            <w:proofErr w:type="gramStart"/>
            <w:r w:rsidR="00035252">
              <w:t>1</w:t>
            </w:r>
            <w:proofErr w:type="gramEnd"/>
          </w:p>
        </w:tc>
        <w:tc>
          <w:tcPr>
            <w:tcW w:w="6939" w:type="dxa"/>
          </w:tcPr>
          <w:p w14:paraId="6580F835" w14:textId="2C10A6B4" w:rsidR="00A50597" w:rsidRPr="002D49DA" w:rsidRDefault="00A50597" w:rsidP="00A50597">
            <w:pPr>
              <w:pStyle w:val="SIText"/>
            </w:pPr>
            <w:r w:rsidRPr="002D49DA">
              <w:t xml:space="preserve">This version released with FWP Forest and Wood Products Training Package Version </w:t>
            </w:r>
            <w:r>
              <w:t>7</w:t>
            </w:r>
            <w:r w:rsidRPr="002D49DA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3FFE1617" w:rsidR="00F1480E" w:rsidRPr="000754EC" w:rsidRDefault="00EA2FCF" w:rsidP="000754EC">
            <w:pPr>
              <w:pStyle w:val="SIUNITCODE"/>
            </w:pPr>
            <w:r w:rsidRPr="00EA2FCF">
              <w:t>FWP</w:t>
            </w:r>
            <w:r w:rsidR="00DE6E0D">
              <w:t>FGM</w:t>
            </w:r>
            <w:r w:rsidR="00CC7915">
              <w:t>4</w:t>
            </w:r>
            <w:r w:rsidR="00A50597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11A235AB" w:rsidR="00F1480E" w:rsidRPr="000754EC" w:rsidRDefault="00A50597" w:rsidP="000754EC">
            <w:pPr>
              <w:pStyle w:val="SIUnittitle"/>
            </w:pPr>
            <w:r>
              <w:t>Plan</w:t>
            </w:r>
            <w:r w:rsidR="00715FD7">
              <w:t xml:space="preserve"> for</w:t>
            </w:r>
            <w:r>
              <w:t xml:space="preserve"> and coordinate </w:t>
            </w:r>
            <w:r w:rsidRPr="00A50597">
              <w:t>forest establishment operations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832D5F8" w14:textId="797689D2" w:rsidR="00DE6E0D" w:rsidRPr="00DE6E0D" w:rsidRDefault="00DE6E0D" w:rsidP="00DE6E0D">
            <w:pPr>
              <w:pStyle w:val="SIText"/>
            </w:pPr>
            <w:r w:rsidRPr="00DE6E0D">
              <w:t xml:space="preserve">This unit of competency describes the </w:t>
            </w:r>
            <w:r w:rsidR="00FF0725">
              <w:t>skills and knowledge</w:t>
            </w:r>
            <w:r w:rsidR="00FF0725" w:rsidRPr="00DE6E0D">
              <w:t xml:space="preserve"> </w:t>
            </w:r>
            <w:proofErr w:type="gramStart"/>
            <w:r w:rsidRPr="00DE6E0D">
              <w:t>required</w:t>
            </w:r>
            <w:proofErr w:type="gramEnd"/>
            <w:r w:rsidRPr="00DE6E0D">
              <w:t xml:space="preserve"> to </w:t>
            </w:r>
            <w:r w:rsidR="00992DCE">
              <w:t xml:space="preserve">plan and coordinate </w:t>
            </w:r>
            <w:r w:rsidR="00813775">
              <w:t xml:space="preserve">forestry operations </w:t>
            </w:r>
            <w:r w:rsidR="00E00493">
              <w:t>for</w:t>
            </w:r>
            <w:r w:rsidR="00992DCE">
              <w:t xml:space="preserve"> </w:t>
            </w:r>
            <w:r w:rsidRPr="00DE6E0D">
              <w:t>establish</w:t>
            </w:r>
            <w:r w:rsidR="00813775">
              <w:t>ing</w:t>
            </w:r>
            <w:r w:rsidRPr="00DE6E0D">
              <w:t xml:space="preserve"> or re-establish</w:t>
            </w:r>
            <w:r w:rsidR="00813775">
              <w:t>ing</w:t>
            </w:r>
            <w:r w:rsidRPr="00DE6E0D">
              <w:t xml:space="preserve"> a section of native forest or plantation, either in a monoculture or multiple-use environment.</w:t>
            </w:r>
          </w:p>
          <w:p w14:paraId="41474071" w14:textId="77777777" w:rsidR="00DE6E0D" w:rsidRPr="00DE6E0D" w:rsidRDefault="00DE6E0D" w:rsidP="00DE6E0D">
            <w:pPr>
              <w:pStyle w:val="SIText"/>
            </w:pPr>
          </w:p>
          <w:p w14:paraId="6580157A" w14:textId="3982560A" w:rsidR="00DE6E0D" w:rsidRPr="00DE6E0D" w:rsidRDefault="00FF0725" w:rsidP="00DE6E0D">
            <w:pPr>
              <w:pStyle w:val="SIText"/>
            </w:pPr>
            <w:r w:rsidRPr="00F23E73">
              <w:t xml:space="preserve">The unit applies to individuals </w:t>
            </w:r>
            <w:r w:rsidR="001C2A4D">
              <w:t>involved in planning and supervising forest establishment operations.</w:t>
            </w:r>
          </w:p>
          <w:p w14:paraId="5EB248A4" w14:textId="77777777" w:rsidR="00FF0725" w:rsidRDefault="00FF0725" w:rsidP="00A5059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516A6A5" w14:textId="505EC4D7" w:rsidR="00A50597" w:rsidRPr="00816BFF" w:rsidRDefault="00A50597" w:rsidP="001C2A4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268BA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E268BA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E268BA">
              <w:rPr>
                <w:rStyle w:val="SITemporaryText-red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 </w:t>
            </w:r>
          </w:p>
          <w:p w14:paraId="7DC4CEC5" w14:textId="77777777" w:rsidR="00DE6E0D" w:rsidRPr="00A50597" w:rsidRDefault="00DE6E0D">
            <w:pPr>
              <w:pStyle w:val="SIText"/>
            </w:pPr>
          </w:p>
          <w:p w14:paraId="034C6C33" w14:textId="2A7391EF" w:rsidR="00EA2FCF" w:rsidRPr="000754EC" w:rsidRDefault="00A50597" w:rsidP="00DE6E0D">
            <w:pPr>
              <w:pStyle w:val="SIText"/>
            </w:pPr>
            <w:r w:rsidRPr="001C2A4D">
              <w:rPr>
                <w:rStyle w:val="SITemporaryText-red"/>
                <w:color w:val="auto"/>
                <w:sz w:val="20"/>
              </w:rP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B4A0164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07F3C126" w:rsidR="00F1480E" w:rsidRPr="000754EC" w:rsidRDefault="00DE6E0D" w:rsidP="00BE0098">
            <w:pPr>
              <w:pStyle w:val="SIText"/>
            </w:pPr>
            <w:r>
              <w:t>Forest Growing and Management (FGM)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DE6E0D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872E65C" w:rsidR="00DE6E0D" w:rsidRPr="00DE6E0D" w:rsidRDefault="00DE6E0D" w:rsidP="00DE6E0D">
            <w:pPr>
              <w:pStyle w:val="SIText"/>
            </w:pPr>
            <w:r w:rsidRPr="00DE6E0D">
              <w:t xml:space="preserve">1. Prepare for implementation of forest establishment </w:t>
            </w:r>
            <w:r w:rsidR="008E0608">
              <w:t>operations</w:t>
            </w:r>
          </w:p>
        </w:tc>
        <w:tc>
          <w:tcPr>
            <w:tcW w:w="3604" w:type="pct"/>
            <w:shd w:val="clear" w:color="auto" w:fill="auto"/>
          </w:tcPr>
          <w:p w14:paraId="1FB9C1A2" w14:textId="57855758" w:rsidR="002C0C23" w:rsidRDefault="00DE6E0D" w:rsidP="00DE6E0D">
            <w:r w:rsidRPr="00DE6E0D">
              <w:t xml:space="preserve">1.1 Review </w:t>
            </w:r>
            <w:r w:rsidR="002C0C23">
              <w:t xml:space="preserve">forest </w:t>
            </w:r>
            <w:r w:rsidR="003C4FCC">
              <w:t>establishment</w:t>
            </w:r>
            <w:r w:rsidR="002C0C23">
              <w:t xml:space="preserve"> plan</w:t>
            </w:r>
          </w:p>
          <w:p w14:paraId="4460AE9E" w14:textId="78FA89E5" w:rsidR="00DE6E0D" w:rsidRPr="00DE6E0D" w:rsidRDefault="002C0C23" w:rsidP="00DE6E0D">
            <w:r>
              <w:t xml:space="preserve">1.2 </w:t>
            </w:r>
            <w:r w:rsidR="003C4FCC">
              <w:t xml:space="preserve">Confirm </w:t>
            </w:r>
            <w:r w:rsidR="00DE6E0D" w:rsidRPr="00DE6E0D">
              <w:t xml:space="preserve">local authority coverage, </w:t>
            </w:r>
            <w:r w:rsidR="006A61CE">
              <w:t>forest</w:t>
            </w:r>
            <w:r w:rsidR="00DE6E0D" w:rsidRPr="00DE6E0D">
              <w:t xml:space="preserve"> boundaries and forest design </w:t>
            </w:r>
            <w:proofErr w:type="gramStart"/>
            <w:r w:rsidR="00DE6E0D" w:rsidRPr="00DE6E0D">
              <w:t>plan</w:t>
            </w:r>
            <w:proofErr w:type="gramEnd"/>
          </w:p>
          <w:p w14:paraId="4C17B43F" w14:textId="7F76E6F1" w:rsidR="00DE6E0D" w:rsidRPr="00DE6E0D" w:rsidRDefault="00DE6E0D" w:rsidP="00DE6E0D">
            <w:r w:rsidRPr="00DE6E0D">
              <w:t>1.</w:t>
            </w:r>
            <w:r w:rsidR="003C4FCC">
              <w:t>3</w:t>
            </w:r>
            <w:r w:rsidRPr="00DE6E0D">
              <w:t xml:space="preserve"> </w:t>
            </w:r>
            <w:r w:rsidR="003C4FCC">
              <w:t xml:space="preserve">Confirm </w:t>
            </w:r>
            <w:r w:rsidRPr="00DE6E0D">
              <w:t xml:space="preserve">forest </w:t>
            </w:r>
            <w:proofErr w:type="gramStart"/>
            <w:r w:rsidRPr="00DE6E0D">
              <w:t>location</w:t>
            </w:r>
            <w:proofErr w:type="gramEnd"/>
          </w:p>
          <w:p w14:paraId="446AAE5A" w14:textId="3CEDB77C" w:rsidR="00DE6E0D" w:rsidRPr="00DE6E0D" w:rsidRDefault="00DE6E0D" w:rsidP="00DE6E0D">
            <w:r w:rsidRPr="00DE6E0D">
              <w:t>1.</w:t>
            </w:r>
            <w:r w:rsidR="003C4FCC">
              <w:t>4</w:t>
            </w:r>
            <w:r w:rsidRPr="00DE6E0D">
              <w:t xml:space="preserve"> Check land use zoning and planning permits for approval status</w:t>
            </w:r>
          </w:p>
          <w:p w14:paraId="1696B99B" w14:textId="7D4936AE" w:rsidR="00DE6E0D" w:rsidRPr="00DE6E0D" w:rsidRDefault="00DE6E0D" w:rsidP="00DE6E0D">
            <w:r w:rsidRPr="00DE6E0D">
              <w:t>1.</w:t>
            </w:r>
            <w:r w:rsidR="003C4FCC">
              <w:t>5</w:t>
            </w:r>
            <w:r w:rsidRPr="00DE6E0D">
              <w:t xml:space="preserve"> Check site environmental protection measures</w:t>
            </w:r>
          </w:p>
        </w:tc>
      </w:tr>
      <w:tr w:rsidR="00DE6E0D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79B969D7" w:rsidR="00DE6E0D" w:rsidRPr="00DE6E0D" w:rsidRDefault="00DE6E0D" w:rsidP="00DE6E0D">
            <w:pPr>
              <w:pStyle w:val="SIText"/>
            </w:pPr>
            <w:r w:rsidRPr="00DE6E0D">
              <w:t xml:space="preserve">2. </w:t>
            </w:r>
            <w:r w:rsidR="008E0608">
              <w:t>Coordinate</w:t>
            </w:r>
            <w:r w:rsidR="008E0608" w:rsidRPr="00DE6E0D">
              <w:t xml:space="preserve"> </w:t>
            </w:r>
            <w:r w:rsidRPr="00DE6E0D">
              <w:t xml:space="preserve">forest establishment </w:t>
            </w:r>
            <w:r w:rsidR="008E0608">
              <w:t>operations</w:t>
            </w:r>
          </w:p>
        </w:tc>
        <w:tc>
          <w:tcPr>
            <w:tcW w:w="3604" w:type="pct"/>
            <w:shd w:val="clear" w:color="auto" w:fill="auto"/>
          </w:tcPr>
          <w:p w14:paraId="1EDD00AC" w14:textId="04F07D67" w:rsidR="00DE6E0D" w:rsidRPr="00DE6E0D" w:rsidRDefault="00DE6E0D" w:rsidP="00DE6E0D">
            <w:r w:rsidRPr="00DE6E0D">
              <w:t xml:space="preserve">2.1 </w:t>
            </w:r>
            <w:r w:rsidR="008419A3">
              <w:t xml:space="preserve">Confirm </w:t>
            </w:r>
            <w:r w:rsidR="00782A89">
              <w:t xml:space="preserve">forest </w:t>
            </w:r>
            <w:r w:rsidR="008419A3">
              <w:t xml:space="preserve">establishment </w:t>
            </w:r>
            <w:proofErr w:type="gramStart"/>
            <w:r w:rsidR="008419A3">
              <w:t>method</w:t>
            </w:r>
            <w:proofErr w:type="gramEnd"/>
          </w:p>
          <w:p w14:paraId="1F6F77B7" w14:textId="45343008" w:rsidR="00DE6E0D" w:rsidRPr="00DE6E0D" w:rsidRDefault="00DE6E0D" w:rsidP="00DE6E0D">
            <w:r w:rsidRPr="00DE6E0D">
              <w:t xml:space="preserve">2.2 </w:t>
            </w:r>
            <w:r w:rsidR="008419A3">
              <w:t>Confirm</w:t>
            </w:r>
            <w:r w:rsidRPr="00DE6E0D">
              <w:t xml:space="preserve"> type and </w:t>
            </w:r>
            <w:r w:rsidR="008419A3" w:rsidRPr="00DE6E0D">
              <w:t>availab</w:t>
            </w:r>
            <w:r w:rsidR="008419A3">
              <w:t>ility of</w:t>
            </w:r>
            <w:r w:rsidRPr="00DE6E0D">
              <w:t xml:space="preserve"> species for </w:t>
            </w:r>
            <w:proofErr w:type="gramStart"/>
            <w:r w:rsidRPr="00DE6E0D">
              <w:t>establishment</w:t>
            </w:r>
            <w:proofErr w:type="gramEnd"/>
          </w:p>
          <w:p w14:paraId="125067EC" w14:textId="320E01B7" w:rsidR="00DE6E0D" w:rsidRPr="00DE6E0D" w:rsidRDefault="00DE6E0D" w:rsidP="00DE6E0D">
            <w:r w:rsidRPr="00DE6E0D">
              <w:t xml:space="preserve">2.3 </w:t>
            </w:r>
            <w:r w:rsidR="00DD5406">
              <w:t xml:space="preserve">Review site </w:t>
            </w:r>
            <w:r w:rsidR="00DD1ECB">
              <w:t>characteristics</w:t>
            </w:r>
            <w:r w:rsidRPr="00DE6E0D">
              <w:t xml:space="preserve"> and how this will impact forest</w:t>
            </w:r>
            <w:r w:rsidR="00607A4B">
              <w:t xml:space="preserve"> </w:t>
            </w:r>
            <w:proofErr w:type="gramStart"/>
            <w:r w:rsidR="00607A4B">
              <w:t>establishment</w:t>
            </w:r>
            <w:proofErr w:type="gramEnd"/>
          </w:p>
          <w:p w14:paraId="31AF844E" w14:textId="550B5BC5" w:rsidR="00DE6E0D" w:rsidRDefault="00DE6E0D" w:rsidP="00DE6E0D">
            <w:r w:rsidRPr="00DE6E0D">
              <w:t xml:space="preserve">2.4 </w:t>
            </w:r>
            <w:r w:rsidR="000256B0">
              <w:t>S</w:t>
            </w:r>
            <w:r w:rsidRPr="00DE6E0D">
              <w:t xml:space="preserve">chedule </w:t>
            </w:r>
            <w:r w:rsidR="001204C7">
              <w:t xml:space="preserve">personnel, </w:t>
            </w:r>
            <w:r w:rsidRPr="00DE6E0D">
              <w:t xml:space="preserve">activities, </w:t>
            </w:r>
            <w:proofErr w:type="gramStart"/>
            <w:r w:rsidRPr="00DE6E0D">
              <w:t>material</w:t>
            </w:r>
            <w:r w:rsidR="00DF7328">
              <w:t>s</w:t>
            </w:r>
            <w:proofErr w:type="gramEnd"/>
            <w:r w:rsidRPr="00DE6E0D">
              <w:t xml:space="preserve"> and equipment</w:t>
            </w:r>
          </w:p>
          <w:p w14:paraId="2A175211" w14:textId="669DA3B6" w:rsidR="000256B0" w:rsidRDefault="003A1E54" w:rsidP="00DE6E0D">
            <w:r>
              <w:t xml:space="preserve">2.5 </w:t>
            </w:r>
            <w:r w:rsidRPr="00C61696">
              <w:t>Direct personnel undertak</w:t>
            </w:r>
            <w:r>
              <w:t>ing</w:t>
            </w:r>
            <w:r w:rsidRPr="00C61696">
              <w:t xml:space="preserve"> </w:t>
            </w:r>
            <w:r>
              <w:t>establishment activities</w:t>
            </w:r>
          </w:p>
          <w:p w14:paraId="607EBA68" w14:textId="022F307E" w:rsidR="00BC6ACB" w:rsidRPr="00BC6ACB" w:rsidRDefault="00BC6ACB" w:rsidP="00BC6ACB">
            <w:r>
              <w:t>2.</w:t>
            </w:r>
            <w:r w:rsidR="003A1E54">
              <w:t>6</w:t>
            </w:r>
            <w:r>
              <w:t xml:space="preserve"> </w:t>
            </w:r>
            <w:r w:rsidRPr="00C61696">
              <w:t xml:space="preserve">Ensure </w:t>
            </w:r>
            <w:r w:rsidRPr="00BC6ACB">
              <w:t xml:space="preserve">personnel engaged in </w:t>
            </w:r>
            <w:r w:rsidR="00707873">
              <w:t>establishment</w:t>
            </w:r>
            <w:r w:rsidRPr="00BC6ACB">
              <w:t xml:space="preserve"> activities comply with </w:t>
            </w:r>
            <w:r w:rsidR="00DF7328">
              <w:t xml:space="preserve">safety, </w:t>
            </w:r>
            <w:r w:rsidRPr="00BC6ACB">
              <w:t xml:space="preserve">environmental, legislative and workplace </w:t>
            </w:r>
            <w:proofErr w:type="gramStart"/>
            <w:r w:rsidRPr="00BC6ACB">
              <w:t>requirements</w:t>
            </w:r>
            <w:proofErr w:type="gramEnd"/>
          </w:p>
          <w:p w14:paraId="6BB72E57" w14:textId="552F3EAB" w:rsidR="00DE6E0D" w:rsidRPr="00DE6E0D" w:rsidRDefault="00DE6E0D" w:rsidP="00DE6E0D">
            <w:pPr>
              <w:pStyle w:val="SIText"/>
            </w:pPr>
            <w:r w:rsidRPr="00DE6E0D">
              <w:t>2.</w:t>
            </w:r>
            <w:r w:rsidR="003A1E54">
              <w:t>7</w:t>
            </w:r>
            <w:r w:rsidRPr="00DE6E0D">
              <w:t xml:space="preserve"> Coordinate </w:t>
            </w:r>
            <w:r w:rsidR="003A1E54">
              <w:t xml:space="preserve">implementation of </w:t>
            </w:r>
            <w:r w:rsidRPr="00DE6E0D">
              <w:t xml:space="preserve">forest </w:t>
            </w:r>
            <w:r w:rsidR="00DD1ECB">
              <w:t>establishment plan including</w:t>
            </w:r>
            <w:r w:rsidR="00DD1ECB" w:rsidRPr="00DE6E0D">
              <w:t xml:space="preserve"> </w:t>
            </w:r>
            <w:r w:rsidRPr="00DE6E0D">
              <w:t>planting strategy</w:t>
            </w:r>
          </w:p>
        </w:tc>
      </w:tr>
      <w:tr w:rsidR="00DE6E0D" w:rsidRPr="00963A46" w14:paraId="7ABEAE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AF4BBB" w14:textId="1084098E" w:rsidR="00DE6E0D" w:rsidRPr="00DE6E0D" w:rsidRDefault="00DE6E0D" w:rsidP="00DE6E0D">
            <w:pPr>
              <w:pStyle w:val="SIText"/>
            </w:pPr>
            <w:r w:rsidRPr="00DE6E0D">
              <w:t xml:space="preserve">3. Monitor and review forest establishment </w:t>
            </w:r>
            <w:r w:rsidR="008E0608">
              <w:t>operations</w:t>
            </w:r>
          </w:p>
        </w:tc>
        <w:tc>
          <w:tcPr>
            <w:tcW w:w="3604" w:type="pct"/>
            <w:shd w:val="clear" w:color="auto" w:fill="auto"/>
          </w:tcPr>
          <w:p w14:paraId="69E1D4E4" w14:textId="6EA3855B" w:rsidR="00DE6E0D" w:rsidRPr="00DE6E0D" w:rsidRDefault="00DE6E0D" w:rsidP="00DE6E0D">
            <w:r w:rsidRPr="00DE6E0D">
              <w:t xml:space="preserve">3.1 Inspect implementation of environmental protection measures for the landscape, soil and </w:t>
            </w:r>
            <w:proofErr w:type="gramStart"/>
            <w:r w:rsidRPr="00DE6E0D">
              <w:t>drainage</w:t>
            </w:r>
            <w:proofErr w:type="gramEnd"/>
          </w:p>
          <w:p w14:paraId="17B11A34" w14:textId="77777777" w:rsidR="00DE6E0D" w:rsidRPr="00DE6E0D" w:rsidRDefault="00DE6E0D" w:rsidP="00DE6E0D">
            <w:r w:rsidRPr="00DE6E0D">
              <w:t xml:space="preserve">3.2 Communicate with operational staff, clients and contractors during the establishment phase to ensure smooth operation and </w:t>
            </w:r>
            <w:proofErr w:type="gramStart"/>
            <w:r w:rsidRPr="00DE6E0D">
              <w:t>progress</w:t>
            </w:r>
            <w:proofErr w:type="gramEnd"/>
          </w:p>
          <w:p w14:paraId="0046FB89" w14:textId="77777777" w:rsidR="00DE6E0D" w:rsidRPr="00DE6E0D" w:rsidRDefault="00DE6E0D" w:rsidP="00DE6E0D">
            <w:r w:rsidRPr="00DE6E0D">
              <w:t>3.3 Monitor operational activities for potential improvements</w:t>
            </w:r>
          </w:p>
          <w:p w14:paraId="3EF93DA5" w14:textId="39DE07D9" w:rsidR="00DE6E0D" w:rsidRPr="00DE6E0D" w:rsidRDefault="00DE6E0D" w:rsidP="00DE6E0D">
            <w:r w:rsidRPr="00DE6E0D">
              <w:t xml:space="preserve">3.4 Record and report on implementation of forest establishment </w:t>
            </w:r>
            <w:r w:rsidR="008E0608">
              <w:t>operations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63FBF" w:rsidRPr="00336FCA" w:rsidDel="00423CB2" w14:paraId="1CF24FD6" w14:textId="77777777" w:rsidTr="00CA2922">
        <w:tc>
          <w:tcPr>
            <w:tcW w:w="1396" w:type="pct"/>
          </w:tcPr>
          <w:p w14:paraId="6D88B952" w14:textId="15DFDAEA" w:rsidR="00E63FBF" w:rsidRPr="00E63FBF" w:rsidRDefault="00E63FBF" w:rsidP="00E63FBF">
            <w:pPr>
              <w:pStyle w:val="SIText"/>
              <w:rPr>
                <w:rStyle w:val="SITemporaryText-red"/>
              </w:rPr>
            </w:pPr>
            <w:r w:rsidRPr="00CB3E68">
              <w:t>Readin</w:t>
            </w:r>
            <w:r w:rsidRPr="00E63FBF">
              <w:t>g</w:t>
            </w:r>
          </w:p>
        </w:tc>
        <w:tc>
          <w:tcPr>
            <w:tcW w:w="3604" w:type="pct"/>
          </w:tcPr>
          <w:p w14:paraId="1B7CC730" w14:textId="6CD8B06B" w:rsidR="00E63FBF" w:rsidRPr="00A908CE" w:rsidRDefault="00A908CE" w:rsidP="00A908C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908CE">
              <w:t>I</w:t>
            </w:r>
            <w:r w:rsidR="00E63FBF" w:rsidRPr="00A908CE">
              <w:t>nterpret familiar and detailed organisational policies and procedures and complex documents such as forest establishment plans</w:t>
            </w:r>
          </w:p>
        </w:tc>
      </w:tr>
      <w:tr w:rsidR="00A908CE" w:rsidRPr="00336FCA" w:rsidDel="00423CB2" w14:paraId="05D1588B" w14:textId="77777777" w:rsidTr="00CA2922">
        <w:tc>
          <w:tcPr>
            <w:tcW w:w="1396" w:type="pct"/>
          </w:tcPr>
          <w:p w14:paraId="342B9CE5" w14:textId="4FF1FC11" w:rsidR="00A908CE" w:rsidRPr="00CB3E68" w:rsidRDefault="00A908CE" w:rsidP="00A908CE">
            <w:pPr>
              <w:pStyle w:val="SIText"/>
            </w:pPr>
            <w:r w:rsidRPr="00CB3E68">
              <w:t>Writing</w:t>
            </w:r>
          </w:p>
        </w:tc>
        <w:tc>
          <w:tcPr>
            <w:tcW w:w="3604" w:type="pct"/>
          </w:tcPr>
          <w:p w14:paraId="082EC893" w14:textId="00B705AD" w:rsidR="00A908CE" w:rsidRPr="00A908CE" w:rsidRDefault="00A908CE" w:rsidP="00A908CE">
            <w:pPr>
              <w:pStyle w:val="SIBulletList1"/>
            </w:pPr>
            <w:r w:rsidRPr="00A908CE">
              <w:t>P</w:t>
            </w:r>
            <w:r w:rsidRPr="00A908CE">
              <w:t xml:space="preserve">roduce detailed reports on the outcomes of </w:t>
            </w:r>
            <w:r w:rsidRPr="00A908CE">
              <w:rPr>
                <w:rStyle w:val="SITemporaryText-red"/>
                <w:color w:val="auto"/>
                <w:sz w:val="20"/>
              </w:rPr>
              <w:t>forest establishment activities</w:t>
            </w:r>
          </w:p>
        </w:tc>
      </w:tr>
      <w:tr w:rsidR="00A908CE" w:rsidRPr="00336FCA" w:rsidDel="00423CB2" w14:paraId="6B80D492" w14:textId="77777777" w:rsidTr="00CA2922">
        <w:tc>
          <w:tcPr>
            <w:tcW w:w="1396" w:type="pct"/>
          </w:tcPr>
          <w:p w14:paraId="1FE078AA" w14:textId="164823D5" w:rsidR="00A908CE" w:rsidRPr="00CB3E68" w:rsidRDefault="00A908CE" w:rsidP="00A908CE">
            <w:pPr>
              <w:pStyle w:val="SIText"/>
            </w:pPr>
            <w:r w:rsidRPr="00CB3E68">
              <w:lastRenderedPageBreak/>
              <w:t>Oral communication</w:t>
            </w:r>
          </w:p>
        </w:tc>
        <w:tc>
          <w:tcPr>
            <w:tcW w:w="3604" w:type="pct"/>
          </w:tcPr>
          <w:p w14:paraId="0181CC22" w14:textId="1BD83F41" w:rsidR="00A908CE" w:rsidRPr="00A908CE" w:rsidRDefault="00A908CE" w:rsidP="00A908CE">
            <w:pPr>
              <w:pStyle w:val="SIBulletList1"/>
            </w:pPr>
            <w:r w:rsidRPr="00A908CE">
              <w:t>A</w:t>
            </w:r>
            <w:r w:rsidRPr="00A908CE">
              <w:t xml:space="preserve">sk open and closed questions and use active listening techniques to gather information related to </w:t>
            </w:r>
            <w:r w:rsidRPr="00A908CE">
              <w:rPr>
                <w:rStyle w:val="SITemporaryText-red"/>
                <w:color w:val="auto"/>
                <w:sz w:val="20"/>
              </w:rPr>
              <w:t>forest establishment activities</w:t>
            </w:r>
          </w:p>
        </w:tc>
      </w:tr>
      <w:tr w:rsidR="00A908CE" w:rsidRPr="00336FCA" w:rsidDel="00423CB2" w14:paraId="1D3AF5EE" w14:textId="77777777" w:rsidTr="00CA2922">
        <w:tc>
          <w:tcPr>
            <w:tcW w:w="1396" w:type="pct"/>
          </w:tcPr>
          <w:p w14:paraId="16ED7E97" w14:textId="3495CEAD" w:rsidR="00A908CE" w:rsidRPr="00A908CE" w:rsidRDefault="00A908CE" w:rsidP="00A908CE">
            <w:pPr>
              <w:pStyle w:val="SIText"/>
              <w:rPr>
                <w:rStyle w:val="SITemporaryText-red"/>
              </w:rPr>
            </w:pPr>
            <w:r w:rsidRPr="00CB3E68">
              <w:t>Numeracy</w:t>
            </w:r>
          </w:p>
        </w:tc>
        <w:tc>
          <w:tcPr>
            <w:tcW w:w="3604" w:type="pct"/>
          </w:tcPr>
          <w:p w14:paraId="0F32718D" w14:textId="4AE3BC9E" w:rsidR="00A908CE" w:rsidRPr="00A908CE" w:rsidRDefault="00A908CE" w:rsidP="00A908CE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908CE">
              <w:t xml:space="preserve">Use mathematical skills to estimate and calculate area, perimeter, </w:t>
            </w:r>
            <w:proofErr w:type="gramStart"/>
            <w:r w:rsidRPr="00A908CE">
              <w:t>quantities</w:t>
            </w:r>
            <w:proofErr w:type="gramEnd"/>
            <w:r w:rsidRPr="00A908CE">
              <w:t xml:space="preserve"> and time required to complete tasks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64686A42" w14:textId="3D4951D9" w:rsidR="006C0924" w:rsidRPr="003D70DD" w:rsidRDefault="00D057EB" w:rsidP="001C2A4D">
            <w:pPr>
              <w:pStyle w:val="SIText"/>
            </w:pPr>
            <w:r w:rsidRPr="00D057EB">
              <w:t>FWPFGM4XXX</w:t>
            </w:r>
            <w:r w:rsidR="00A908CE">
              <w:t xml:space="preserve"> </w:t>
            </w:r>
            <w:r w:rsidR="006C0924" w:rsidRPr="003D70DD">
              <w:t xml:space="preserve">Plan </w:t>
            </w:r>
            <w:r w:rsidR="00715FD7" w:rsidRPr="003D70DD">
              <w:t xml:space="preserve">for </w:t>
            </w:r>
            <w:r w:rsidR="006C0924" w:rsidRPr="003D70DD">
              <w:t>and coordinate forest establishment operations</w:t>
            </w:r>
          </w:p>
          <w:p w14:paraId="09E49E25" w14:textId="40D5BBF0" w:rsidR="00DA54B5" w:rsidRPr="001C2A4D" w:rsidRDefault="00DA54B5" w:rsidP="003D70D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</w:tcPr>
          <w:p w14:paraId="051266F4" w14:textId="6DCB93F8" w:rsidR="006C0924" w:rsidRPr="003D70DD" w:rsidRDefault="006C0924" w:rsidP="001C2A4D">
            <w:pPr>
              <w:pStyle w:val="SIText"/>
            </w:pPr>
            <w:r w:rsidRPr="007679FF">
              <w:t>FWPFGM</w:t>
            </w:r>
            <w:r w:rsidRPr="00816BFF">
              <w:t xml:space="preserve">4201 </w:t>
            </w:r>
            <w:r w:rsidR="0089640E" w:rsidRPr="003D70DD">
              <w:t>Implement a</w:t>
            </w:r>
            <w:r w:rsidRPr="003D70DD">
              <w:t xml:space="preserve"> forest establishment </w:t>
            </w:r>
            <w:proofErr w:type="gramStart"/>
            <w:r w:rsidR="0089640E" w:rsidRPr="003D70DD">
              <w:t>plan</w:t>
            </w:r>
            <w:proofErr w:type="gramEnd"/>
          </w:p>
          <w:p w14:paraId="2293AA64" w14:textId="6297B250" w:rsidR="00DA54B5" w:rsidRPr="001C2A4D" w:rsidRDefault="00DA54B5" w:rsidP="003D70D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251" w:type="pct"/>
          </w:tcPr>
          <w:p w14:paraId="15C0E020" w14:textId="70A095E1" w:rsidR="00E471AB" w:rsidRDefault="00E471AB" w:rsidP="003D70D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C2A4D">
              <w:rPr>
                <w:rStyle w:val="SITemporaryText-red"/>
                <w:color w:val="auto"/>
                <w:sz w:val="20"/>
              </w:rPr>
              <w:t xml:space="preserve">New </w:t>
            </w:r>
            <w:r w:rsidR="00AF3D81" w:rsidRPr="001C2A4D">
              <w:rPr>
                <w:rStyle w:val="SITemporaryText-red"/>
                <w:color w:val="auto"/>
                <w:sz w:val="20"/>
              </w:rPr>
              <w:t>T</w:t>
            </w:r>
            <w:r w:rsidRPr="001C2A4D">
              <w:rPr>
                <w:rStyle w:val="SITemporaryText-red"/>
                <w:color w:val="auto"/>
                <w:sz w:val="20"/>
              </w:rPr>
              <w:t>itle</w:t>
            </w:r>
          </w:p>
          <w:p w14:paraId="5BA2CB61" w14:textId="77777777" w:rsidR="00A908CE" w:rsidRPr="001C2A4D" w:rsidRDefault="00A908CE" w:rsidP="003D70D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5F854ACD" w14:textId="0F611EC9" w:rsidR="00E471AB" w:rsidRDefault="00E471AB" w:rsidP="003D70D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C2A4D">
              <w:rPr>
                <w:rStyle w:val="SITemporaryText-red"/>
                <w:color w:val="auto"/>
                <w:sz w:val="20"/>
              </w:rPr>
              <w:t xml:space="preserve">Revised </w:t>
            </w:r>
            <w:r w:rsidR="004A31CF" w:rsidRPr="001C2A4D">
              <w:rPr>
                <w:rStyle w:val="SITemporaryText-red"/>
                <w:color w:val="auto"/>
                <w:sz w:val="20"/>
              </w:rPr>
              <w:t>E</w:t>
            </w:r>
            <w:r w:rsidRPr="001C2A4D">
              <w:rPr>
                <w:rStyle w:val="SITemporaryText-red"/>
                <w:color w:val="auto"/>
                <w:sz w:val="20"/>
              </w:rPr>
              <w:t xml:space="preserve">lements and </w:t>
            </w:r>
            <w:r w:rsidR="004A31CF" w:rsidRPr="001C2A4D">
              <w:rPr>
                <w:rStyle w:val="SITemporaryText-red"/>
                <w:color w:val="auto"/>
                <w:sz w:val="20"/>
              </w:rPr>
              <w:t>P</w:t>
            </w:r>
            <w:r w:rsidRPr="001C2A4D">
              <w:rPr>
                <w:rStyle w:val="SITemporaryText-red"/>
                <w:color w:val="auto"/>
                <w:sz w:val="20"/>
              </w:rPr>
              <w:t xml:space="preserve">erformance </w:t>
            </w:r>
            <w:r w:rsidR="004A31CF" w:rsidRPr="001C2A4D">
              <w:rPr>
                <w:rStyle w:val="SITemporaryText-red"/>
                <w:color w:val="auto"/>
                <w:sz w:val="20"/>
              </w:rPr>
              <w:t>C</w:t>
            </w:r>
            <w:r w:rsidRPr="001C2A4D">
              <w:rPr>
                <w:rStyle w:val="SITemporaryText-red"/>
                <w:color w:val="auto"/>
                <w:sz w:val="20"/>
              </w:rPr>
              <w:t>riteria</w:t>
            </w:r>
          </w:p>
          <w:p w14:paraId="1BE6B0A1" w14:textId="77777777" w:rsidR="00A908CE" w:rsidRPr="001C2A4D" w:rsidRDefault="00A908CE" w:rsidP="003D70D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24B3C1E" w14:textId="7C12DF62" w:rsidR="00816BFF" w:rsidRDefault="00816BFF" w:rsidP="001C2A4D">
            <w:pPr>
              <w:pStyle w:val="SIText"/>
            </w:pPr>
            <w:r w:rsidRPr="00816BFF">
              <w:t xml:space="preserve">New description provided for Foundation </w:t>
            </w:r>
            <w:proofErr w:type="spellStart"/>
            <w:proofErr w:type="gramStart"/>
            <w:r w:rsidRPr="00816BFF">
              <w:t>Ski</w:t>
            </w:r>
            <w:r>
              <w:t>ls</w:t>
            </w:r>
            <w:proofErr w:type="spellEnd"/>
            <w:proofErr w:type="gramEnd"/>
          </w:p>
          <w:p w14:paraId="7B10BD11" w14:textId="77777777" w:rsidR="00A908CE" w:rsidRPr="00816BFF" w:rsidRDefault="00A908CE" w:rsidP="001C2A4D">
            <w:pPr>
              <w:pStyle w:val="SIText"/>
            </w:pPr>
          </w:p>
          <w:p w14:paraId="2523C274" w14:textId="4C3228CA" w:rsidR="00E471AB" w:rsidRDefault="00E471AB" w:rsidP="00816BF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C2A4D">
              <w:rPr>
                <w:rStyle w:val="SITemporaryText-red"/>
                <w:color w:val="auto"/>
                <w:sz w:val="20"/>
              </w:rPr>
              <w:t>Revised Performance and Knowledge Evidence</w:t>
            </w:r>
          </w:p>
          <w:p w14:paraId="3B53B1B6" w14:textId="77777777" w:rsidR="00A908CE" w:rsidRPr="001C2A4D" w:rsidRDefault="00A908CE" w:rsidP="00816BF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D3C4B75" w14:textId="272AE41A" w:rsidR="00DA54B5" w:rsidRPr="001C2A4D" w:rsidRDefault="00E471AB" w:rsidP="00A908C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C2A4D">
              <w:rPr>
                <w:rStyle w:val="SITemporaryText-red"/>
                <w:color w:val="auto"/>
                <w:sz w:val="20"/>
              </w:rPr>
              <w:t>Revised Assessment Conditions</w:t>
            </w:r>
            <w:r w:rsidR="007679FF" w:rsidRPr="001C2A4D">
              <w:rPr>
                <w:rStyle w:val="SITemporaryText-red"/>
                <w:color w:val="auto"/>
                <w:sz w:val="20"/>
              </w:rPr>
              <w:t xml:space="preserve"> in line with requirements of Standards for Training Packages </w:t>
            </w:r>
          </w:p>
        </w:tc>
        <w:tc>
          <w:tcPr>
            <w:tcW w:w="1616" w:type="pct"/>
          </w:tcPr>
          <w:p w14:paraId="76E3432F" w14:textId="37F24780" w:rsidR="00DA54B5" w:rsidRPr="001C2A4D" w:rsidRDefault="00025973" w:rsidP="003D70D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C2A4D">
              <w:rPr>
                <w:rStyle w:val="SITemporaryText-red"/>
                <w:color w:val="auto"/>
                <w:sz w:val="20"/>
              </w:rPr>
              <w:t>Not e</w:t>
            </w:r>
            <w:r w:rsidR="00DA54B5" w:rsidRPr="001C2A4D">
              <w:rPr>
                <w:rStyle w:val="SITemporaryText-red"/>
                <w:color w:val="auto"/>
                <w:sz w:val="20"/>
              </w:rPr>
              <w:t xml:space="preserve">quivalent </w:t>
            </w:r>
          </w:p>
          <w:p w14:paraId="6630AC2B" w14:textId="4ACBF300" w:rsidR="00DA54B5" w:rsidRPr="001C2A4D" w:rsidRDefault="00DA54B5" w:rsidP="003D70D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6CCA3C2D" w:rsidR="00F1480E" w:rsidRDefault="00F1480E" w:rsidP="005F771F">
      <w:pPr>
        <w:pStyle w:val="SIText"/>
      </w:pPr>
    </w:p>
    <w:p w14:paraId="25738B73" w14:textId="5CB9936B" w:rsidR="00572E61" w:rsidRDefault="00572E61" w:rsidP="005F771F">
      <w:pPr>
        <w:pStyle w:val="SIText"/>
      </w:pPr>
    </w:p>
    <w:p w14:paraId="56594523" w14:textId="1D36F904" w:rsidR="00EC31ED" w:rsidRDefault="00EC31ED">
      <w:pPr>
        <w:spacing w:after="200" w:line="276" w:lineRule="auto"/>
        <w:rPr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0F542743" w:rsidR="00556C4C" w:rsidRPr="000754EC" w:rsidRDefault="00F1480E" w:rsidP="000754EC">
            <w:pPr>
              <w:pStyle w:val="SIUnittitle"/>
            </w:pPr>
            <w:r>
              <w:lastRenderedPageBreak/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68A12D3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E6E0D" w:rsidRPr="00DE6E0D">
              <w:t>FWPFG</w:t>
            </w:r>
            <w:r w:rsidR="00634580">
              <w:t>M</w:t>
            </w:r>
            <w:r w:rsidR="00D057EB">
              <w:t>4</w:t>
            </w:r>
            <w:r w:rsidR="00634580">
              <w:t>XXX</w:t>
            </w:r>
            <w:r w:rsidR="00DE6E0D" w:rsidRPr="00DE6E0D">
              <w:t xml:space="preserve"> </w:t>
            </w:r>
            <w:r w:rsidR="00634580">
              <w:t xml:space="preserve">Plan </w:t>
            </w:r>
            <w:r w:rsidR="00715FD7">
              <w:t xml:space="preserve">for </w:t>
            </w:r>
            <w:r w:rsidR="00634580">
              <w:t>and coordinate</w:t>
            </w:r>
            <w:r w:rsidR="00DE6E0D" w:rsidRPr="00DE6E0D">
              <w:t xml:space="preserve"> forest establishment </w:t>
            </w:r>
            <w:r w:rsidR="00634580">
              <w:t>operations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02F7B6C8" w:rsidR="00DA54B5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C2A4D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1C2A4D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1C2A4D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742BD033" w14:textId="77777777" w:rsidR="00EC31ED" w:rsidRPr="001C2A4D" w:rsidRDefault="00EC31E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B110DE" w14:textId="3D4CD5C4" w:rsidR="00DA54B5" w:rsidRPr="00EC31ED" w:rsidRDefault="00DA54B5" w:rsidP="00EC31E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C31ED">
              <w:rPr>
                <w:rStyle w:val="SITemporaryText-red"/>
                <w:color w:val="auto"/>
                <w:sz w:val="20"/>
              </w:rPr>
              <w:t>There must be evidence that</w:t>
            </w:r>
            <w:r w:rsidR="00C20830">
              <w:rPr>
                <w:rStyle w:val="SITemporaryText-red"/>
              </w:rPr>
              <w:t xml:space="preserve"> </w:t>
            </w:r>
            <w:r w:rsidRPr="00EC31ED">
              <w:rPr>
                <w:rStyle w:val="SITemporaryText-red"/>
                <w:color w:val="auto"/>
                <w:sz w:val="20"/>
              </w:rPr>
              <w:t>the individual has:</w:t>
            </w:r>
          </w:p>
          <w:p w14:paraId="7B368649" w14:textId="28E42F08" w:rsidR="00DE6E0D" w:rsidRPr="00DE6E0D" w:rsidRDefault="006F5500" w:rsidP="001C2A4D">
            <w:pPr>
              <w:pStyle w:val="SIBulletList1"/>
            </w:pPr>
            <w:r>
              <w:t>planned</w:t>
            </w:r>
            <w:r w:rsidR="004D7D54">
              <w:t xml:space="preserve">, coordinated and monitored </w:t>
            </w:r>
            <w:r>
              <w:t>the implementation of f</w:t>
            </w:r>
            <w:r w:rsidR="00DE6E0D" w:rsidRPr="00DE6E0D">
              <w:t xml:space="preserve">orest establishment </w:t>
            </w:r>
            <w:r>
              <w:t xml:space="preserve">operations in one </w:t>
            </w:r>
            <w:r w:rsidRPr="00DE6E0D">
              <w:t>native forest or plantation</w:t>
            </w:r>
            <w:r w:rsidR="00D10A27">
              <w:t xml:space="preserve"> according to </w:t>
            </w:r>
            <w:r w:rsidR="00D10A27">
              <w:t>workplace</w:t>
            </w:r>
            <w:r w:rsidR="00D10A27" w:rsidRPr="00D10A27">
              <w:t xml:space="preserve"> policies and </w:t>
            </w:r>
            <w:proofErr w:type="gramStart"/>
            <w:r w:rsidR="00D10A27" w:rsidRPr="00D10A27">
              <w:t>procedures</w:t>
            </w:r>
            <w:proofErr w:type="gramEnd"/>
          </w:p>
          <w:p w14:paraId="2148F6E2" w14:textId="69EDF493" w:rsidR="00B90AAF" w:rsidRPr="00B90AAF" w:rsidRDefault="00DE6E0D" w:rsidP="00B90AAF">
            <w:pPr>
              <w:pStyle w:val="SIBulletList1"/>
            </w:pPr>
            <w:r w:rsidRPr="00DE6E0D">
              <w:t>coordinate</w:t>
            </w:r>
            <w:r w:rsidR="006F5500">
              <w:t>d</w:t>
            </w:r>
            <w:r w:rsidRPr="00DE6E0D">
              <w:t xml:space="preserve"> personnel to undertake </w:t>
            </w:r>
            <w:r w:rsidR="006F5500">
              <w:t xml:space="preserve">forest establishment </w:t>
            </w:r>
            <w:r w:rsidRPr="00DE6E0D">
              <w:t xml:space="preserve">activities </w:t>
            </w:r>
            <w:r w:rsidR="005501A3">
              <w:t xml:space="preserve">in the </w:t>
            </w:r>
            <w:r w:rsidR="00B90AAF" w:rsidRPr="00DE6E0D">
              <w:t>native forest or plantation</w:t>
            </w:r>
            <w:r w:rsidR="00B90AAF">
              <w:t xml:space="preserve"> identified </w:t>
            </w:r>
            <w:proofErr w:type="gramStart"/>
            <w:r w:rsidR="00B90AAF">
              <w:t>above</w:t>
            </w:r>
            <w:proofErr w:type="gramEnd"/>
          </w:p>
          <w:p w14:paraId="3F4E2EAA" w14:textId="7888E639" w:rsidR="00556C4C" w:rsidRPr="000754EC" w:rsidRDefault="006F5500" w:rsidP="001C2A4D">
            <w:pPr>
              <w:pStyle w:val="SIBulletList1"/>
            </w:pPr>
            <w:r w:rsidRPr="00B90AAF">
              <w:t>reported</w:t>
            </w:r>
            <w:r w:rsidR="00DE6E0D" w:rsidRPr="00B90AAF">
              <w:t xml:space="preserve"> on the outcomes of </w:t>
            </w:r>
            <w:r w:rsidRPr="00B90AAF">
              <w:t>forest establishment operations</w:t>
            </w:r>
            <w:r w:rsidR="00B90AAF" w:rsidRPr="00B90AAF">
              <w:t xml:space="preserve"> in the native forest or plantation </w:t>
            </w:r>
            <w:proofErr w:type="gramStart"/>
            <w:r w:rsidR="00B90AAF" w:rsidRPr="00B90AAF">
              <w:t>identified</w:t>
            </w:r>
            <w:proofErr w:type="gramEnd"/>
            <w:r w:rsidR="00B90AAF" w:rsidRPr="00B90AAF">
              <w:t xml:space="preserve"> above</w:t>
            </w:r>
            <w:r w:rsidR="00EC31ED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1C2A4D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C2A4D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1C2A4D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1C2A4D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6FD9429E" w14:textId="01899F87" w:rsidR="00DE6E0D" w:rsidRPr="00DE6E0D" w:rsidRDefault="00DE6E0D" w:rsidP="00DE6E0D">
            <w:pPr>
              <w:pStyle w:val="SIBulletList1"/>
            </w:pPr>
            <w:r w:rsidRPr="00DE6E0D">
              <w:t>environmental protection requirements for the establishment of a forest</w:t>
            </w:r>
            <w:r w:rsidR="00C20830">
              <w:t>,</w:t>
            </w:r>
            <w:r w:rsidRPr="00DE6E0D">
              <w:t xml:space="preserve"> including the following</w:t>
            </w:r>
            <w:r w:rsidR="00C20830">
              <w:t>:</w:t>
            </w:r>
          </w:p>
          <w:p w14:paraId="7CDD8AD3" w14:textId="77777777" w:rsidR="00DE6E0D" w:rsidRPr="00DE6E0D" w:rsidRDefault="00DE6E0D" w:rsidP="00DE6E0D">
            <w:pPr>
              <w:pStyle w:val="SIBulletList2"/>
            </w:pPr>
            <w:r w:rsidRPr="00DE6E0D">
              <w:t>ground growth</w:t>
            </w:r>
          </w:p>
          <w:p w14:paraId="5A23C25A" w14:textId="77777777" w:rsidR="00DE6E0D" w:rsidRPr="00DE6E0D" w:rsidRDefault="00DE6E0D" w:rsidP="00DE6E0D">
            <w:pPr>
              <w:pStyle w:val="SIBulletList2"/>
            </w:pPr>
            <w:r w:rsidRPr="00DE6E0D">
              <w:t>canopy</w:t>
            </w:r>
          </w:p>
          <w:p w14:paraId="28E3E0B8" w14:textId="77777777" w:rsidR="00DE6E0D" w:rsidRPr="00DE6E0D" w:rsidRDefault="00DE6E0D" w:rsidP="00DE6E0D">
            <w:pPr>
              <w:pStyle w:val="SIBulletList2"/>
            </w:pPr>
            <w:r w:rsidRPr="00DE6E0D">
              <w:t>general forest lean</w:t>
            </w:r>
          </w:p>
          <w:p w14:paraId="4930CD82" w14:textId="77777777" w:rsidR="00DE6E0D" w:rsidRPr="00DE6E0D" w:rsidRDefault="00DE6E0D" w:rsidP="00DE6E0D">
            <w:pPr>
              <w:pStyle w:val="SIBulletList2"/>
            </w:pPr>
            <w:r w:rsidRPr="00DE6E0D">
              <w:t>wind speed and direction</w:t>
            </w:r>
          </w:p>
          <w:p w14:paraId="7048C5D2" w14:textId="77777777" w:rsidR="00DE6E0D" w:rsidRPr="00DE6E0D" w:rsidRDefault="00DE6E0D" w:rsidP="00DE6E0D">
            <w:pPr>
              <w:pStyle w:val="SIBulletList2"/>
            </w:pPr>
            <w:r w:rsidRPr="00DE6E0D">
              <w:t xml:space="preserve">fallen </w:t>
            </w:r>
            <w:proofErr w:type="gramStart"/>
            <w:r w:rsidRPr="00DE6E0D">
              <w:t>trees</w:t>
            </w:r>
            <w:proofErr w:type="gramEnd"/>
          </w:p>
          <w:p w14:paraId="32DA0213" w14:textId="77777777" w:rsidR="00DE6E0D" w:rsidRPr="00DE6E0D" w:rsidRDefault="00DE6E0D" w:rsidP="00DE6E0D">
            <w:pPr>
              <w:pStyle w:val="SIBulletList2"/>
            </w:pPr>
            <w:r w:rsidRPr="00DE6E0D">
              <w:t>density of trees</w:t>
            </w:r>
          </w:p>
          <w:p w14:paraId="708E653F" w14:textId="77777777" w:rsidR="00DE6E0D" w:rsidRPr="00DE6E0D" w:rsidRDefault="00DE6E0D" w:rsidP="00DE6E0D">
            <w:pPr>
              <w:pStyle w:val="SIBulletList2"/>
            </w:pPr>
            <w:r w:rsidRPr="00DE6E0D">
              <w:t>ground slope</w:t>
            </w:r>
          </w:p>
          <w:p w14:paraId="21CF13A1" w14:textId="77777777" w:rsidR="00DE6E0D" w:rsidRPr="00DE6E0D" w:rsidRDefault="00DE6E0D" w:rsidP="00DE6E0D">
            <w:pPr>
              <w:pStyle w:val="SIBulletList2"/>
            </w:pPr>
            <w:r w:rsidRPr="00DE6E0D">
              <w:t>soil and water protection</w:t>
            </w:r>
          </w:p>
          <w:p w14:paraId="2030D724" w14:textId="77777777" w:rsidR="00DE6E0D" w:rsidRPr="00DE6E0D" w:rsidRDefault="00DE6E0D" w:rsidP="00DE6E0D">
            <w:pPr>
              <w:pStyle w:val="SIBulletList2"/>
            </w:pPr>
            <w:r w:rsidRPr="00DE6E0D">
              <w:t>ground hazards</w:t>
            </w:r>
          </w:p>
          <w:p w14:paraId="0CBA36C7" w14:textId="77777777" w:rsidR="00DE6E0D" w:rsidRPr="00DE6E0D" w:rsidRDefault="00DE6E0D" w:rsidP="00DE6E0D">
            <w:pPr>
              <w:pStyle w:val="SIBulletList2"/>
            </w:pPr>
            <w:r w:rsidRPr="00DE6E0D">
              <w:t>obstacles</w:t>
            </w:r>
          </w:p>
          <w:p w14:paraId="5ED43AB2" w14:textId="77777777" w:rsidR="00DE6E0D" w:rsidRPr="00DE6E0D" w:rsidRDefault="00DE6E0D" w:rsidP="00DE6E0D">
            <w:pPr>
              <w:pStyle w:val="SIBulletList2"/>
            </w:pPr>
            <w:r w:rsidRPr="00DE6E0D">
              <w:t>drainage</w:t>
            </w:r>
          </w:p>
          <w:p w14:paraId="0EDCA6AB" w14:textId="41E73A09" w:rsidR="00DE6E0D" w:rsidRPr="00DE6E0D" w:rsidRDefault="00672FA8" w:rsidP="00DE6E0D">
            <w:pPr>
              <w:pStyle w:val="SIBulletList1"/>
            </w:pPr>
            <w:r>
              <w:t>workplace</w:t>
            </w:r>
            <w:r w:rsidRPr="00DE6E0D">
              <w:t xml:space="preserve"> </w:t>
            </w:r>
            <w:r w:rsidR="00DE6E0D" w:rsidRPr="00DE6E0D">
              <w:t xml:space="preserve">policies and procedures for implementing a forest establishment </w:t>
            </w:r>
            <w:proofErr w:type="gramStart"/>
            <w:r w:rsidR="00DE6E0D" w:rsidRPr="00DE6E0D">
              <w:t>plan</w:t>
            </w:r>
            <w:proofErr w:type="gramEnd"/>
          </w:p>
          <w:p w14:paraId="14DAB47F" w14:textId="0BFF5CD3" w:rsidR="00DE6E0D" w:rsidRPr="00DE6E0D" w:rsidRDefault="00DE6E0D" w:rsidP="00DE6E0D">
            <w:pPr>
              <w:pStyle w:val="SIBulletList1"/>
            </w:pPr>
            <w:r w:rsidRPr="00DE6E0D">
              <w:t>forest establishment and planning procedures</w:t>
            </w:r>
            <w:r w:rsidR="00C20830">
              <w:t>,</w:t>
            </w:r>
            <w:r w:rsidRPr="00DE6E0D">
              <w:t xml:space="preserve"> including:</w:t>
            </w:r>
          </w:p>
          <w:p w14:paraId="254B3472" w14:textId="77777777" w:rsidR="00DE6E0D" w:rsidRPr="00DE6E0D" w:rsidRDefault="00DE6E0D" w:rsidP="00DE6E0D">
            <w:pPr>
              <w:pStyle w:val="SIBulletList2"/>
            </w:pPr>
            <w:r w:rsidRPr="00DE6E0D">
              <w:t>forest design and map details</w:t>
            </w:r>
          </w:p>
          <w:p w14:paraId="5127B7C1" w14:textId="77777777" w:rsidR="00DE6E0D" w:rsidRPr="00DE6E0D" w:rsidRDefault="00DE6E0D" w:rsidP="00DE6E0D">
            <w:pPr>
              <w:pStyle w:val="SIBulletList2"/>
            </w:pPr>
            <w:r w:rsidRPr="00DE6E0D">
              <w:t>site preparation</w:t>
            </w:r>
          </w:p>
          <w:p w14:paraId="7BC145BF" w14:textId="77777777" w:rsidR="00DE6E0D" w:rsidRPr="00DE6E0D" w:rsidRDefault="00DE6E0D" w:rsidP="00DE6E0D">
            <w:pPr>
              <w:pStyle w:val="SIBulletList2"/>
            </w:pPr>
            <w:r w:rsidRPr="00DE6E0D">
              <w:t>access considerations</w:t>
            </w:r>
          </w:p>
          <w:p w14:paraId="409D9A09" w14:textId="77777777" w:rsidR="00DE6E0D" w:rsidRPr="00DE6E0D" w:rsidRDefault="00DE6E0D" w:rsidP="00DE6E0D">
            <w:pPr>
              <w:pStyle w:val="SIBulletList1"/>
            </w:pPr>
            <w:r w:rsidRPr="00DE6E0D">
              <w:t>planting for forest or streamside:</w:t>
            </w:r>
          </w:p>
          <w:p w14:paraId="792B299A" w14:textId="77777777" w:rsidR="00DE6E0D" w:rsidRPr="00DE6E0D" w:rsidRDefault="00DE6E0D" w:rsidP="00DE6E0D">
            <w:pPr>
              <w:pStyle w:val="SIBulletList2"/>
            </w:pPr>
            <w:r w:rsidRPr="00DE6E0D">
              <w:t>buffers</w:t>
            </w:r>
          </w:p>
          <w:p w14:paraId="07E7ED17" w14:textId="77777777" w:rsidR="00DE6E0D" w:rsidRPr="00DE6E0D" w:rsidRDefault="00DE6E0D" w:rsidP="00DE6E0D">
            <w:pPr>
              <w:pStyle w:val="SIBulletList2"/>
            </w:pPr>
            <w:r w:rsidRPr="00DE6E0D">
              <w:t>filter strips</w:t>
            </w:r>
          </w:p>
          <w:p w14:paraId="677F2D72" w14:textId="77777777" w:rsidR="00DE6E0D" w:rsidRPr="00DE6E0D" w:rsidRDefault="00DE6E0D" w:rsidP="00DE6E0D">
            <w:pPr>
              <w:pStyle w:val="SIBulletList2"/>
            </w:pPr>
            <w:r w:rsidRPr="00DE6E0D">
              <w:t>contours</w:t>
            </w:r>
          </w:p>
          <w:p w14:paraId="14FF610F" w14:textId="77777777" w:rsidR="00DE6E0D" w:rsidRPr="00DE6E0D" w:rsidRDefault="00DE6E0D" w:rsidP="00DE6E0D">
            <w:pPr>
              <w:pStyle w:val="SIBulletList2"/>
            </w:pPr>
            <w:r w:rsidRPr="00DE6E0D">
              <w:t>gullies</w:t>
            </w:r>
          </w:p>
          <w:p w14:paraId="243B2C7B" w14:textId="77777777" w:rsidR="00DE6E0D" w:rsidRPr="00DE6E0D" w:rsidRDefault="00DE6E0D" w:rsidP="00DE6E0D">
            <w:pPr>
              <w:pStyle w:val="SIBulletList2"/>
            </w:pPr>
            <w:r w:rsidRPr="00DE6E0D">
              <w:t>crossing points</w:t>
            </w:r>
          </w:p>
          <w:p w14:paraId="0D262EB9" w14:textId="462D39FF" w:rsidR="00DE6E0D" w:rsidRPr="00DE6E0D" w:rsidRDefault="00DE6E0D" w:rsidP="00DE6E0D">
            <w:pPr>
              <w:pStyle w:val="SIBulletList1"/>
            </w:pPr>
            <w:r w:rsidRPr="00DE6E0D">
              <w:t>environmental considerations</w:t>
            </w:r>
            <w:r w:rsidR="00FB6648">
              <w:t xml:space="preserve"> for </w:t>
            </w:r>
            <w:r w:rsidRPr="00DE6E0D">
              <w:t>protection of:</w:t>
            </w:r>
          </w:p>
          <w:p w14:paraId="0CDB1FFD" w14:textId="77777777" w:rsidR="00DE6E0D" w:rsidRPr="00DE6E0D" w:rsidRDefault="00DE6E0D" w:rsidP="00DE6E0D">
            <w:pPr>
              <w:pStyle w:val="SIBulletList2"/>
            </w:pPr>
            <w:r w:rsidRPr="00DE6E0D">
              <w:t>habitat</w:t>
            </w:r>
          </w:p>
          <w:p w14:paraId="4D66E9E7" w14:textId="77777777" w:rsidR="00DE6E0D" w:rsidRPr="00DE6E0D" w:rsidRDefault="00DE6E0D" w:rsidP="00DE6E0D">
            <w:pPr>
              <w:pStyle w:val="SIBulletList2"/>
            </w:pPr>
            <w:r w:rsidRPr="00DE6E0D">
              <w:t>rainforest</w:t>
            </w:r>
          </w:p>
          <w:p w14:paraId="00281737" w14:textId="77777777" w:rsidR="00DE6E0D" w:rsidRPr="00DE6E0D" w:rsidRDefault="00DE6E0D" w:rsidP="00DE6E0D">
            <w:pPr>
              <w:pStyle w:val="SIBulletList2"/>
            </w:pPr>
            <w:r w:rsidRPr="00DE6E0D">
              <w:t>flora and fauna</w:t>
            </w:r>
          </w:p>
          <w:p w14:paraId="1D0F59B9" w14:textId="77777777" w:rsidR="00DE6E0D" w:rsidRPr="00DE6E0D" w:rsidRDefault="00DE6E0D" w:rsidP="00DE6E0D">
            <w:pPr>
              <w:pStyle w:val="SIBulletList2"/>
            </w:pPr>
            <w:r w:rsidRPr="00DE6E0D">
              <w:t>landscape</w:t>
            </w:r>
          </w:p>
          <w:p w14:paraId="70F1BF49" w14:textId="77777777" w:rsidR="00DE6E0D" w:rsidRPr="00DE6E0D" w:rsidRDefault="00DE6E0D" w:rsidP="00DE6E0D">
            <w:pPr>
              <w:pStyle w:val="SIBulletList2"/>
            </w:pPr>
            <w:r w:rsidRPr="00DE6E0D">
              <w:t xml:space="preserve">excluded </w:t>
            </w:r>
            <w:proofErr w:type="gramStart"/>
            <w:r w:rsidRPr="00DE6E0D">
              <w:t>areas</w:t>
            </w:r>
            <w:proofErr w:type="gramEnd"/>
          </w:p>
          <w:p w14:paraId="05443AC6" w14:textId="77777777" w:rsidR="00DE6E0D" w:rsidRPr="00DE6E0D" w:rsidRDefault="00DE6E0D" w:rsidP="00DE6E0D">
            <w:pPr>
              <w:pStyle w:val="SIBulletList2"/>
            </w:pPr>
            <w:r w:rsidRPr="00DE6E0D">
              <w:t xml:space="preserve">rubbish </w:t>
            </w:r>
            <w:proofErr w:type="gramStart"/>
            <w:r w:rsidRPr="00DE6E0D">
              <w:t>removal</w:t>
            </w:r>
            <w:proofErr w:type="gramEnd"/>
          </w:p>
          <w:p w14:paraId="258F7D19" w14:textId="5016B943" w:rsidR="00DE6E0D" w:rsidRPr="00DE6E0D" w:rsidRDefault="00FB6648" w:rsidP="00DE6E0D">
            <w:pPr>
              <w:pStyle w:val="SIBulletList1"/>
            </w:pPr>
            <w:r>
              <w:t xml:space="preserve">procedures and </w:t>
            </w:r>
            <w:r w:rsidRPr="00DE6E0D">
              <w:t>environmental considerations</w:t>
            </w:r>
            <w:r w:rsidRPr="00FB6648">
              <w:t xml:space="preserve"> for</w:t>
            </w:r>
            <w:r w:rsidRPr="00FB6648" w:rsidDel="00FB6648">
              <w:t xml:space="preserve"> </w:t>
            </w:r>
            <w:r w:rsidR="00DE6E0D" w:rsidRPr="00DE6E0D">
              <w:t>preparation of:</w:t>
            </w:r>
          </w:p>
          <w:p w14:paraId="0CBEE048" w14:textId="77777777" w:rsidR="00DE6E0D" w:rsidRPr="00DE6E0D" w:rsidRDefault="00DE6E0D" w:rsidP="00DE6E0D">
            <w:pPr>
              <w:pStyle w:val="SIBulletList2"/>
            </w:pPr>
            <w:r w:rsidRPr="00DE6E0D">
              <w:t>permanent roads</w:t>
            </w:r>
          </w:p>
          <w:p w14:paraId="11AEE67A" w14:textId="77777777" w:rsidR="00DE6E0D" w:rsidRPr="00DE6E0D" w:rsidRDefault="00DE6E0D" w:rsidP="00DE6E0D">
            <w:pPr>
              <w:pStyle w:val="SIBulletList2"/>
            </w:pPr>
            <w:r w:rsidRPr="00DE6E0D">
              <w:t>temporary roads</w:t>
            </w:r>
          </w:p>
          <w:p w14:paraId="7DCC9242" w14:textId="77777777" w:rsidR="00DE6E0D" w:rsidRPr="00DE6E0D" w:rsidRDefault="00DE6E0D" w:rsidP="00DE6E0D">
            <w:pPr>
              <w:pStyle w:val="SIBulletList2"/>
            </w:pPr>
            <w:r w:rsidRPr="00DE6E0D">
              <w:t>landings</w:t>
            </w:r>
          </w:p>
          <w:p w14:paraId="2C13FA2B" w14:textId="77777777" w:rsidR="00DE6E0D" w:rsidRPr="00DE6E0D" w:rsidRDefault="00DE6E0D" w:rsidP="00DE6E0D">
            <w:pPr>
              <w:pStyle w:val="SIBulletList2"/>
            </w:pPr>
            <w:r w:rsidRPr="00DE6E0D">
              <w:t>dumps</w:t>
            </w:r>
          </w:p>
          <w:p w14:paraId="157117C5" w14:textId="77777777" w:rsidR="00DE6E0D" w:rsidRPr="00DE6E0D" w:rsidRDefault="00DE6E0D" w:rsidP="00DE6E0D">
            <w:pPr>
              <w:pStyle w:val="SIBulletList2"/>
            </w:pPr>
            <w:r w:rsidRPr="00DE6E0D">
              <w:t xml:space="preserve">snig </w:t>
            </w:r>
            <w:proofErr w:type="gramStart"/>
            <w:r w:rsidRPr="00DE6E0D">
              <w:t>tracks</w:t>
            </w:r>
            <w:proofErr w:type="gramEnd"/>
          </w:p>
          <w:p w14:paraId="2EA9935F" w14:textId="77777777" w:rsidR="00DE6E0D" w:rsidRPr="00DE6E0D" w:rsidRDefault="00DE6E0D" w:rsidP="00DE6E0D">
            <w:pPr>
              <w:pStyle w:val="SIBulletList2"/>
            </w:pPr>
            <w:proofErr w:type="gramStart"/>
            <w:r w:rsidRPr="00DE6E0D">
              <w:t>forwarding</w:t>
            </w:r>
            <w:proofErr w:type="gramEnd"/>
            <w:r w:rsidRPr="00DE6E0D">
              <w:t xml:space="preserve"> tracks</w:t>
            </w:r>
          </w:p>
          <w:p w14:paraId="3A875CD5" w14:textId="77777777" w:rsidR="00DE6E0D" w:rsidRPr="00DE6E0D" w:rsidRDefault="00DE6E0D" w:rsidP="00DE6E0D">
            <w:pPr>
              <w:pStyle w:val="SIBulletList2"/>
            </w:pPr>
            <w:r w:rsidRPr="00DE6E0D">
              <w:t>adjoining land</w:t>
            </w:r>
          </w:p>
          <w:p w14:paraId="76012F7E" w14:textId="77777777" w:rsidR="00DE6E0D" w:rsidRPr="00DE6E0D" w:rsidRDefault="00DE6E0D" w:rsidP="00DE6E0D">
            <w:pPr>
              <w:pStyle w:val="SIBulletList2"/>
            </w:pPr>
            <w:r w:rsidRPr="00DE6E0D">
              <w:t>wet weather restrictions</w:t>
            </w:r>
          </w:p>
          <w:p w14:paraId="2687E5FE" w14:textId="17B9B6FE" w:rsidR="00DE6E0D" w:rsidRPr="00DE6E0D" w:rsidRDefault="00DE6E0D" w:rsidP="00DE6E0D">
            <w:pPr>
              <w:pStyle w:val="SIBulletList2"/>
            </w:pPr>
            <w:r w:rsidRPr="00DE6E0D">
              <w:lastRenderedPageBreak/>
              <w:t>fire protection requirements</w:t>
            </w:r>
          </w:p>
          <w:p w14:paraId="468F066F" w14:textId="77777777" w:rsidR="00DE6E0D" w:rsidRPr="00DE6E0D" w:rsidRDefault="00DE6E0D" w:rsidP="00DE6E0D">
            <w:pPr>
              <w:pStyle w:val="SIBulletList1"/>
            </w:pPr>
            <w:r w:rsidRPr="00DE6E0D">
              <w:t>forest design and planting strategies</w:t>
            </w:r>
          </w:p>
          <w:p w14:paraId="77F69CE6" w14:textId="77777777" w:rsidR="00DE6E0D" w:rsidRPr="00DE6E0D" w:rsidRDefault="00DE6E0D" w:rsidP="00DE6E0D">
            <w:pPr>
              <w:pStyle w:val="SIBulletList1"/>
            </w:pPr>
            <w:r w:rsidRPr="00DE6E0D">
              <w:t>regeneration principles and methods</w:t>
            </w:r>
          </w:p>
          <w:p w14:paraId="4AEE15D2" w14:textId="77777777" w:rsidR="00DE6E0D" w:rsidRPr="00DE6E0D" w:rsidRDefault="00DE6E0D" w:rsidP="00DE6E0D">
            <w:pPr>
              <w:pStyle w:val="SIBulletList1"/>
            </w:pPr>
            <w:r w:rsidRPr="00DE6E0D">
              <w:t>topography including:</w:t>
            </w:r>
          </w:p>
          <w:p w14:paraId="2AC7F348" w14:textId="77777777" w:rsidR="00DE6E0D" w:rsidRPr="00DE6E0D" w:rsidRDefault="00DE6E0D" w:rsidP="00DE6E0D">
            <w:pPr>
              <w:pStyle w:val="SIBulletList2"/>
            </w:pPr>
            <w:r w:rsidRPr="00DE6E0D">
              <w:t>terrain levels</w:t>
            </w:r>
          </w:p>
          <w:p w14:paraId="53CCCA67" w14:textId="77777777" w:rsidR="00DE6E0D" w:rsidRPr="00DE6E0D" w:rsidRDefault="00DE6E0D" w:rsidP="00DE6E0D">
            <w:pPr>
              <w:pStyle w:val="SIBulletList2"/>
            </w:pPr>
            <w:r w:rsidRPr="00DE6E0D">
              <w:t>soil types</w:t>
            </w:r>
          </w:p>
          <w:p w14:paraId="727DA290" w14:textId="77777777" w:rsidR="00DE6E0D" w:rsidRPr="00DE6E0D" w:rsidRDefault="00DE6E0D" w:rsidP="00DE6E0D">
            <w:pPr>
              <w:pStyle w:val="SIBulletList2"/>
            </w:pPr>
            <w:r w:rsidRPr="00DE6E0D">
              <w:t>contours</w:t>
            </w:r>
          </w:p>
          <w:p w14:paraId="58D263A6" w14:textId="77777777" w:rsidR="00DE6E0D" w:rsidRPr="00DE6E0D" w:rsidRDefault="00DE6E0D" w:rsidP="00DE6E0D">
            <w:pPr>
              <w:pStyle w:val="SIBulletList2"/>
            </w:pPr>
            <w:r w:rsidRPr="00DE6E0D">
              <w:t>elevations</w:t>
            </w:r>
          </w:p>
          <w:p w14:paraId="1A45C288" w14:textId="77777777" w:rsidR="00DE6E0D" w:rsidRPr="00DE6E0D" w:rsidRDefault="00DE6E0D" w:rsidP="00DE6E0D">
            <w:pPr>
              <w:pStyle w:val="SIBulletList2"/>
            </w:pPr>
            <w:r w:rsidRPr="00DE6E0D">
              <w:t>slopes</w:t>
            </w:r>
          </w:p>
          <w:p w14:paraId="01448C1D" w14:textId="77777777" w:rsidR="00DE6E0D" w:rsidRPr="00DE6E0D" w:rsidRDefault="00DE6E0D" w:rsidP="00DE6E0D">
            <w:pPr>
              <w:pStyle w:val="SIBulletList2"/>
            </w:pPr>
            <w:r w:rsidRPr="00DE6E0D">
              <w:t>gullies</w:t>
            </w:r>
          </w:p>
          <w:p w14:paraId="3DBFEA8F" w14:textId="77777777" w:rsidR="00DE6E0D" w:rsidRPr="00DE6E0D" w:rsidRDefault="00DE6E0D" w:rsidP="00DE6E0D">
            <w:pPr>
              <w:pStyle w:val="SIBulletList2"/>
            </w:pPr>
            <w:r w:rsidRPr="00DE6E0D">
              <w:t>adjoining land parcels</w:t>
            </w:r>
          </w:p>
          <w:p w14:paraId="0696485F" w14:textId="4AADE38C" w:rsidR="00DE6E0D" w:rsidRPr="00DE6E0D" w:rsidRDefault="00DE6E0D" w:rsidP="00DE6E0D">
            <w:pPr>
              <w:pStyle w:val="SIBulletList1"/>
            </w:pPr>
            <w:r w:rsidRPr="00DE6E0D">
              <w:t>land use zoning and relevant approvals and permits</w:t>
            </w:r>
            <w:r w:rsidR="00C20830">
              <w:t>,</w:t>
            </w:r>
            <w:r w:rsidRPr="00DE6E0D">
              <w:t xml:space="preserve"> including:</w:t>
            </w:r>
          </w:p>
          <w:p w14:paraId="4E6309FA" w14:textId="77777777" w:rsidR="00DE6E0D" w:rsidRPr="00DE6E0D" w:rsidRDefault="00DE6E0D" w:rsidP="00DE6E0D">
            <w:pPr>
              <w:pStyle w:val="SIBulletList2"/>
            </w:pPr>
            <w:r w:rsidRPr="00DE6E0D">
              <w:t>private zoning</w:t>
            </w:r>
          </w:p>
          <w:p w14:paraId="48828EC4" w14:textId="77777777" w:rsidR="00DE6E0D" w:rsidRPr="00DE6E0D" w:rsidRDefault="00DE6E0D" w:rsidP="00DE6E0D">
            <w:pPr>
              <w:pStyle w:val="SIBulletList2"/>
            </w:pPr>
            <w:r w:rsidRPr="00DE6E0D">
              <w:t>government zoning</w:t>
            </w:r>
          </w:p>
          <w:p w14:paraId="594042BC" w14:textId="5E98B61C" w:rsidR="00F1480E" w:rsidRPr="000754EC" w:rsidRDefault="00DE6E0D">
            <w:pPr>
              <w:pStyle w:val="SIBulletList1"/>
            </w:pPr>
            <w:r w:rsidRPr="00DE6E0D">
              <w:t xml:space="preserve">resources, </w:t>
            </w:r>
            <w:proofErr w:type="gramStart"/>
            <w:r w:rsidRPr="00DE6E0D">
              <w:t>tools</w:t>
            </w:r>
            <w:proofErr w:type="gramEnd"/>
            <w:r w:rsidRPr="00DE6E0D">
              <w:t xml:space="preserve"> and equipment used for the implementation of a forest plan, and procedures for their safe use and maintenance</w:t>
            </w:r>
            <w:r w:rsidR="00C20830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753CBF3F" w14:textId="77777777" w:rsidR="00B60BA5" w:rsidRPr="001C2A4D" w:rsidRDefault="00B60BA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C2A4D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681BD76" w14:textId="77777777" w:rsidR="00B60BA5" w:rsidRPr="001C2A4D" w:rsidRDefault="00B60BA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C2A4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2A4E2F29" w14:textId="238F3780" w:rsidR="00B60BA5" w:rsidRPr="001C2A4D" w:rsidRDefault="00B60BA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C2A4D">
              <w:rPr>
                <w:rStyle w:val="SITemporaryText-red"/>
                <w:color w:val="auto"/>
                <w:sz w:val="20"/>
              </w:rPr>
              <w:t xml:space="preserve">skills must be demonstrated in a forest work environment or an environment that accurately represents workplace </w:t>
            </w:r>
            <w:proofErr w:type="gramStart"/>
            <w:r w:rsidRPr="001C2A4D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147402D3" w14:textId="77777777" w:rsidR="00B60BA5" w:rsidRPr="001C2A4D" w:rsidRDefault="00B60BA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C2A4D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1C2A4D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1C2A4D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419D24B4" w14:textId="0F199D56" w:rsidR="00B60BA5" w:rsidRDefault="00B60BA5" w:rsidP="00B60BA5">
            <w:pPr>
              <w:pStyle w:val="SIBulletList2"/>
            </w:pPr>
            <w:r w:rsidRPr="00C61696">
              <w:t xml:space="preserve">a forest </w:t>
            </w:r>
            <w:r>
              <w:t>establishment plan</w:t>
            </w:r>
          </w:p>
          <w:p w14:paraId="64B5AC74" w14:textId="03DEEBA9" w:rsidR="00B60BA5" w:rsidRPr="00B60BA5" w:rsidRDefault="00B60BA5" w:rsidP="00B60BA5">
            <w:pPr>
              <w:pStyle w:val="SIBulletList2"/>
            </w:pPr>
            <w:r w:rsidRPr="00DE6E0D">
              <w:t>a section of native forest or plantation</w:t>
            </w:r>
            <w:r>
              <w:t xml:space="preserve"> which may be </w:t>
            </w:r>
            <w:r w:rsidRPr="00DE6E0D">
              <w:t xml:space="preserve">either a monoculture or </w:t>
            </w:r>
            <w:proofErr w:type="gramStart"/>
            <w:r w:rsidRPr="00DE6E0D">
              <w:t>multiple-use</w:t>
            </w:r>
            <w:proofErr w:type="gramEnd"/>
            <w:r w:rsidRPr="00DE6E0D">
              <w:t xml:space="preserve"> environment</w:t>
            </w:r>
          </w:p>
          <w:p w14:paraId="4495F53E" w14:textId="77777777" w:rsidR="00B60BA5" w:rsidRPr="001C2A4D" w:rsidRDefault="00B60BA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C2A4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CED7638" w14:textId="77777777" w:rsidR="00FC56DF" w:rsidRDefault="00FC56DF" w:rsidP="00B60BA5">
            <w:pPr>
              <w:pStyle w:val="SIBulletList2"/>
            </w:pPr>
            <w:r w:rsidRPr="00943672">
              <w:t>workplace</w:t>
            </w:r>
            <w:r w:rsidRPr="00FC56DF">
              <w:t xml:space="preserve"> safety and environmental policies and procedures applicable to forestry operations</w:t>
            </w:r>
          </w:p>
          <w:p w14:paraId="0C206DAC" w14:textId="26F921E2" w:rsidR="00B60BA5" w:rsidRDefault="00B60BA5" w:rsidP="00B60BA5">
            <w:pPr>
              <w:pStyle w:val="SIBulletList2"/>
            </w:pPr>
            <w:r>
              <w:t>workplace</w:t>
            </w:r>
            <w:r w:rsidRPr="00B60BA5">
              <w:t xml:space="preserve"> policies and procedures relevant to </w:t>
            </w:r>
            <w:r>
              <w:t>forest establishment activities</w:t>
            </w:r>
            <w:r w:rsidR="00FC56DF">
              <w:t>.</w:t>
            </w:r>
          </w:p>
          <w:p w14:paraId="3E959279" w14:textId="77777777" w:rsidR="00FC56DF" w:rsidRPr="00B60BA5" w:rsidRDefault="00FC56DF" w:rsidP="00FC56DF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08F0CDB" w14:textId="05F8EF0A" w:rsidR="00DA54B5" w:rsidRPr="00DD3C1C" w:rsidRDefault="00B60BA5" w:rsidP="00FC56DF">
            <w:pPr>
              <w:pStyle w:val="SIText"/>
              <w:rPr>
                <w:rStyle w:val="SITemporaryText-red"/>
                <w:color w:val="auto"/>
                <w:sz w:val="20"/>
                <w:lang w:eastAsia="en-AU"/>
              </w:rPr>
            </w:pPr>
            <w:r w:rsidRPr="00372AE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BBCDE" w14:textId="77777777" w:rsidR="007A412F" w:rsidRDefault="007A412F" w:rsidP="00BF3F0A">
      <w:r>
        <w:separator/>
      </w:r>
    </w:p>
    <w:p w14:paraId="0F197940" w14:textId="77777777" w:rsidR="007A412F" w:rsidRDefault="007A412F"/>
  </w:endnote>
  <w:endnote w:type="continuationSeparator" w:id="0">
    <w:p w14:paraId="34D9EE7B" w14:textId="77777777" w:rsidR="007A412F" w:rsidRDefault="007A412F" w:rsidP="00BF3F0A">
      <w:r>
        <w:continuationSeparator/>
      </w:r>
    </w:p>
    <w:p w14:paraId="279EAFFD" w14:textId="77777777" w:rsidR="007A412F" w:rsidRDefault="007A41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65F31" w14:textId="77777777" w:rsidR="007A412F" w:rsidRDefault="007A412F" w:rsidP="00BF3F0A">
      <w:r>
        <w:separator/>
      </w:r>
    </w:p>
    <w:p w14:paraId="4E2EC772" w14:textId="77777777" w:rsidR="007A412F" w:rsidRDefault="007A412F"/>
  </w:footnote>
  <w:footnote w:type="continuationSeparator" w:id="0">
    <w:p w14:paraId="4D4907F0" w14:textId="77777777" w:rsidR="007A412F" w:rsidRDefault="007A412F" w:rsidP="00BF3F0A">
      <w:r>
        <w:continuationSeparator/>
      </w:r>
    </w:p>
    <w:p w14:paraId="05C259A2" w14:textId="77777777" w:rsidR="007A412F" w:rsidRDefault="007A41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639DA11E" w:rsidR="009C2650" w:rsidRPr="00DE6E0D" w:rsidRDefault="00372AED" w:rsidP="00DE6E0D">
    <w:r w:rsidRPr="00372AED">
      <w:t xml:space="preserve"> FWPFGM4XXX</w:t>
    </w:r>
    <w:r w:rsidR="00A50597">
      <w:t>Plan</w:t>
    </w:r>
    <w:r w:rsidR="00E268BA">
      <w:t xml:space="preserve"> for</w:t>
    </w:r>
    <w:r w:rsidR="00A50597">
      <w:t xml:space="preserve"> and coordinate </w:t>
    </w:r>
    <w:r w:rsidR="00DE6E0D" w:rsidRPr="00DE6E0D">
      <w:t xml:space="preserve">forest establishment </w:t>
    </w:r>
    <w:r w:rsidR="00A50597">
      <w:t>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1C0A71B2"/>
    <w:multiLevelType w:val="multilevel"/>
    <w:tmpl w:val="FAFC59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DF39F2"/>
    <w:multiLevelType w:val="multilevel"/>
    <w:tmpl w:val="637E47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ED4A5C"/>
    <w:multiLevelType w:val="multilevel"/>
    <w:tmpl w:val="F6FE03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2A357F"/>
    <w:multiLevelType w:val="multilevel"/>
    <w:tmpl w:val="12E2D3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20681D"/>
    <w:multiLevelType w:val="multilevel"/>
    <w:tmpl w:val="F6386B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721349F"/>
    <w:multiLevelType w:val="multilevel"/>
    <w:tmpl w:val="E9FE68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585F4F"/>
    <w:multiLevelType w:val="multilevel"/>
    <w:tmpl w:val="3618BA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301DD0"/>
    <w:multiLevelType w:val="multilevel"/>
    <w:tmpl w:val="C03E91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E96F96"/>
    <w:multiLevelType w:val="multilevel"/>
    <w:tmpl w:val="18CE1B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1C4E52"/>
    <w:multiLevelType w:val="multilevel"/>
    <w:tmpl w:val="E15AC7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6F76F7"/>
    <w:multiLevelType w:val="hybridMultilevel"/>
    <w:tmpl w:val="5A2EE9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F93646"/>
    <w:multiLevelType w:val="multilevel"/>
    <w:tmpl w:val="8E8AEA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921160"/>
    <w:multiLevelType w:val="multilevel"/>
    <w:tmpl w:val="6FDA5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066F6D"/>
    <w:multiLevelType w:val="multilevel"/>
    <w:tmpl w:val="CF1C06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8E3A6B"/>
    <w:multiLevelType w:val="multilevel"/>
    <w:tmpl w:val="C6C4CE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794DC5"/>
    <w:multiLevelType w:val="multilevel"/>
    <w:tmpl w:val="766453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E04360D"/>
    <w:multiLevelType w:val="multilevel"/>
    <w:tmpl w:val="AADA0A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62E82681"/>
    <w:multiLevelType w:val="multilevel"/>
    <w:tmpl w:val="ACB08D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C8440E"/>
    <w:multiLevelType w:val="multilevel"/>
    <w:tmpl w:val="2C5641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A3634"/>
    <w:multiLevelType w:val="multilevel"/>
    <w:tmpl w:val="5CC445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C6B019D"/>
    <w:multiLevelType w:val="multilevel"/>
    <w:tmpl w:val="0EFA1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8319A6"/>
    <w:multiLevelType w:val="multilevel"/>
    <w:tmpl w:val="346457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FE7AFE"/>
    <w:multiLevelType w:val="multilevel"/>
    <w:tmpl w:val="4800B0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E8349D"/>
    <w:multiLevelType w:val="multilevel"/>
    <w:tmpl w:val="515E1B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E71106B"/>
    <w:multiLevelType w:val="multilevel"/>
    <w:tmpl w:val="298669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20"/>
  </w:num>
  <w:num w:numId="3">
    <w:abstractNumId w:val="18"/>
  </w:num>
  <w:num w:numId="4">
    <w:abstractNumId w:val="21"/>
  </w:num>
  <w:num w:numId="5">
    <w:abstractNumId w:val="19"/>
  </w:num>
  <w:num w:numId="6">
    <w:abstractNumId w:val="1"/>
  </w:num>
  <w:num w:numId="7">
    <w:abstractNumId w:val="3"/>
  </w:num>
  <w:num w:numId="8">
    <w:abstractNumId w:val="9"/>
  </w:num>
  <w:num w:numId="9">
    <w:abstractNumId w:val="12"/>
  </w:num>
  <w:num w:numId="10">
    <w:abstractNumId w:val="27"/>
  </w:num>
  <w:num w:numId="11">
    <w:abstractNumId w:val="5"/>
  </w:num>
  <w:num w:numId="12">
    <w:abstractNumId w:val="29"/>
  </w:num>
  <w:num w:numId="13">
    <w:abstractNumId w:val="28"/>
  </w:num>
  <w:num w:numId="14">
    <w:abstractNumId w:val="15"/>
  </w:num>
  <w:num w:numId="15">
    <w:abstractNumId w:val="10"/>
  </w:num>
  <w:num w:numId="16">
    <w:abstractNumId w:val="24"/>
  </w:num>
  <w:num w:numId="17">
    <w:abstractNumId w:val="4"/>
  </w:num>
  <w:num w:numId="18">
    <w:abstractNumId w:val="16"/>
  </w:num>
  <w:num w:numId="19">
    <w:abstractNumId w:val="8"/>
  </w:num>
  <w:num w:numId="20">
    <w:abstractNumId w:val="22"/>
  </w:num>
  <w:num w:numId="21">
    <w:abstractNumId w:val="17"/>
  </w:num>
  <w:num w:numId="22">
    <w:abstractNumId w:val="14"/>
  </w:num>
  <w:num w:numId="23">
    <w:abstractNumId w:val="11"/>
  </w:num>
  <w:num w:numId="24">
    <w:abstractNumId w:val="26"/>
  </w:num>
  <w:num w:numId="25">
    <w:abstractNumId w:val="25"/>
  </w:num>
  <w:num w:numId="26">
    <w:abstractNumId w:val="2"/>
  </w:num>
  <w:num w:numId="27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GwNDOxNDQxNzM2NzJX0lEKTi0uzszPAykwrAUANPFXcywAAAA="/>
  </w:docVars>
  <w:rsids>
    <w:rsidRoot w:val="00E933B0"/>
    <w:rsid w:val="000014B9"/>
    <w:rsid w:val="000040E2"/>
    <w:rsid w:val="00005A15"/>
    <w:rsid w:val="00006AAB"/>
    <w:rsid w:val="0001108F"/>
    <w:rsid w:val="000115E2"/>
    <w:rsid w:val="000126D0"/>
    <w:rsid w:val="0001296A"/>
    <w:rsid w:val="00015A0C"/>
    <w:rsid w:val="00016803"/>
    <w:rsid w:val="00023992"/>
    <w:rsid w:val="000256B0"/>
    <w:rsid w:val="00025973"/>
    <w:rsid w:val="000275AE"/>
    <w:rsid w:val="0003525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204C7"/>
    <w:rsid w:val="00132A5A"/>
    <w:rsid w:val="00133957"/>
    <w:rsid w:val="001372F6"/>
    <w:rsid w:val="00144385"/>
    <w:rsid w:val="00146EEC"/>
    <w:rsid w:val="00151D55"/>
    <w:rsid w:val="00151D76"/>
    <w:rsid w:val="00151D93"/>
    <w:rsid w:val="00156EF3"/>
    <w:rsid w:val="00176159"/>
    <w:rsid w:val="00176E4F"/>
    <w:rsid w:val="0018546B"/>
    <w:rsid w:val="001A6A3E"/>
    <w:rsid w:val="001A7B6D"/>
    <w:rsid w:val="001B34D5"/>
    <w:rsid w:val="001B513A"/>
    <w:rsid w:val="001C0A75"/>
    <w:rsid w:val="001C1306"/>
    <w:rsid w:val="001C2A4D"/>
    <w:rsid w:val="001D30EB"/>
    <w:rsid w:val="001D3303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191C"/>
    <w:rsid w:val="00276DB8"/>
    <w:rsid w:val="00280859"/>
    <w:rsid w:val="00282664"/>
    <w:rsid w:val="00285FB8"/>
    <w:rsid w:val="00293F7D"/>
    <w:rsid w:val="002970C3"/>
    <w:rsid w:val="002A4CD3"/>
    <w:rsid w:val="002A59EE"/>
    <w:rsid w:val="002A6CC4"/>
    <w:rsid w:val="002C0C23"/>
    <w:rsid w:val="002C55E9"/>
    <w:rsid w:val="002D0C8B"/>
    <w:rsid w:val="002D330A"/>
    <w:rsid w:val="002D49DA"/>
    <w:rsid w:val="002D730A"/>
    <w:rsid w:val="002E170C"/>
    <w:rsid w:val="002E180F"/>
    <w:rsid w:val="002E193E"/>
    <w:rsid w:val="00305EFF"/>
    <w:rsid w:val="00310A6A"/>
    <w:rsid w:val="003144E6"/>
    <w:rsid w:val="00323D6D"/>
    <w:rsid w:val="00337E82"/>
    <w:rsid w:val="00344401"/>
    <w:rsid w:val="00346FDC"/>
    <w:rsid w:val="00350BB1"/>
    <w:rsid w:val="00351BAB"/>
    <w:rsid w:val="00352C83"/>
    <w:rsid w:val="00366805"/>
    <w:rsid w:val="0037067D"/>
    <w:rsid w:val="00372AED"/>
    <w:rsid w:val="00373436"/>
    <w:rsid w:val="00381593"/>
    <w:rsid w:val="0038735B"/>
    <w:rsid w:val="003916D1"/>
    <w:rsid w:val="00392CFC"/>
    <w:rsid w:val="00394C90"/>
    <w:rsid w:val="003A1E54"/>
    <w:rsid w:val="003A21F0"/>
    <w:rsid w:val="003A277F"/>
    <w:rsid w:val="003A58BA"/>
    <w:rsid w:val="003A5AE7"/>
    <w:rsid w:val="003A7221"/>
    <w:rsid w:val="003B3493"/>
    <w:rsid w:val="003C13AE"/>
    <w:rsid w:val="003C4FCC"/>
    <w:rsid w:val="003C7152"/>
    <w:rsid w:val="003D2E73"/>
    <w:rsid w:val="003D70DD"/>
    <w:rsid w:val="003E72B6"/>
    <w:rsid w:val="003E7BBE"/>
    <w:rsid w:val="004127E3"/>
    <w:rsid w:val="0043212E"/>
    <w:rsid w:val="00434366"/>
    <w:rsid w:val="00434ECE"/>
    <w:rsid w:val="004377F3"/>
    <w:rsid w:val="00444423"/>
    <w:rsid w:val="00452F3E"/>
    <w:rsid w:val="00452F51"/>
    <w:rsid w:val="0046239A"/>
    <w:rsid w:val="00462731"/>
    <w:rsid w:val="004640AE"/>
    <w:rsid w:val="004679E3"/>
    <w:rsid w:val="00475172"/>
    <w:rsid w:val="004758B0"/>
    <w:rsid w:val="004832D2"/>
    <w:rsid w:val="00485559"/>
    <w:rsid w:val="004A142B"/>
    <w:rsid w:val="004A1F3D"/>
    <w:rsid w:val="004A31CF"/>
    <w:rsid w:val="004A3860"/>
    <w:rsid w:val="004A3BBF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D54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5E82"/>
    <w:rsid w:val="00520E9A"/>
    <w:rsid w:val="005248C1"/>
    <w:rsid w:val="00526134"/>
    <w:rsid w:val="00536ECD"/>
    <w:rsid w:val="005405B2"/>
    <w:rsid w:val="005427C8"/>
    <w:rsid w:val="005446D1"/>
    <w:rsid w:val="005501A3"/>
    <w:rsid w:val="00556C4C"/>
    <w:rsid w:val="00557369"/>
    <w:rsid w:val="00557D22"/>
    <w:rsid w:val="00564ADD"/>
    <w:rsid w:val="005708EB"/>
    <w:rsid w:val="005709C8"/>
    <w:rsid w:val="00572E61"/>
    <w:rsid w:val="00575BC6"/>
    <w:rsid w:val="00581C55"/>
    <w:rsid w:val="00583902"/>
    <w:rsid w:val="005A1D70"/>
    <w:rsid w:val="005A3AA5"/>
    <w:rsid w:val="005A6C9C"/>
    <w:rsid w:val="005A74DC"/>
    <w:rsid w:val="005B5146"/>
    <w:rsid w:val="005C3850"/>
    <w:rsid w:val="005D1AFD"/>
    <w:rsid w:val="005E51E6"/>
    <w:rsid w:val="005F027A"/>
    <w:rsid w:val="005F33CC"/>
    <w:rsid w:val="005F771F"/>
    <w:rsid w:val="00607A4B"/>
    <w:rsid w:val="006121D4"/>
    <w:rsid w:val="00613B49"/>
    <w:rsid w:val="00616845"/>
    <w:rsid w:val="00620E8E"/>
    <w:rsid w:val="00633CFE"/>
    <w:rsid w:val="00634580"/>
    <w:rsid w:val="00634FCA"/>
    <w:rsid w:val="00643D1B"/>
    <w:rsid w:val="006452B8"/>
    <w:rsid w:val="00652E62"/>
    <w:rsid w:val="00672FA8"/>
    <w:rsid w:val="00686A49"/>
    <w:rsid w:val="00687B62"/>
    <w:rsid w:val="00690C44"/>
    <w:rsid w:val="006969D9"/>
    <w:rsid w:val="006A2B68"/>
    <w:rsid w:val="006A61CE"/>
    <w:rsid w:val="006C0924"/>
    <w:rsid w:val="006C2F32"/>
    <w:rsid w:val="006D1AF9"/>
    <w:rsid w:val="006D38C3"/>
    <w:rsid w:val="006D4448"/>
    <w:rsid w:val="006D516D"/>
    <w:rsid w:val="006D6DFD"/>
    <w:rsid w:val="006E2C4D"/>
    <w:rsid w:val="006E42FE"/>
    <w:rsid w:val="006F0D02"/>
    <w:rsid w:val="006F10FE"/>
    <w:rsid w:val="006F3622"/>
    <w:rsid w:val="006F5500"/>
    <w:rsid w:val="0070056D"/>
    <w:rsid w:val="00705EEC"/>
    <w:rsid w:val="00707741"/>
    <w:rsid w:val="00707873"/>
    <w:rsid w:val="007134FE"/>
    <w:rsid w:val="00715794"/>
    <w:rsid w:val="00715FD7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943"/>
    <w:rsid w:val="00752C75"/>
    <w:rsid w:val="00757005"/>
    <w:rsid w:val="00761DBE"/>
    <w:rsid w:val="0076523B"/>
    <w:rsid w:val="007679FF"/>
    <w:rsid w:val="00771B60"/>
    <w:rsid w:val="00772B54"/>
    <w:rsid w:val="00781D77"/>
    <w:rsid w:val="00782A0B"/>
    <w:rsid w:val="00782A89"/>
    <w:rsid w:val="00783549"/>
    <w:rsid w:val="007860B7"/>
    <w:rsid w:val="00786DC8"/>
    <w:rsid w:val="007A300D"/>
    <w:rsid w:val="007A412F"/>
    <w:rsid w:val="007A4E93"/>
    <w:rsid w:val="007B5138"/>
    <w:rsid w:val="007D5A78"/>
    <w:rsid w:val="007E3BD1"/>
    <w:rsid w:val="007F1563"/>
    <w:rsid w:val="007F1EB2"/>
    <w:rsid w:val="007F44DB"/>
    <w:rsid w:val="007F5A8B"/>
    <w:rsid w:val="00813775"/>
    <w:rsid w:val="00816BFF"/>
    <w:rsid w:val="00817D51"/>
    <w:rsid w:val="00823530"/>
    <w:rsid w:val="00823FF4"/>
    <w:rsid w:val="00830267"/>
    <w:rsid w:val="008306E7"/>
    <w:rsid w:val="008322BE"/>
    <w:rsid w:val="00834BC8"/>
    <w:rsid w:val="00837FD6"/>
    <w:rsid w:val="008419A3"/>
    <w:rsid w:val="00847B60"/>
    <w:rsid w:val="00850243"/>
    <w:rsid w:val="00851BE5"/>
    <w:rsid w:val="008545EB"/>
    <w:rsid w:val="00865011"/>
    <w:rsid w:val="00886790"/>
    <w:rsid w:val="008908DE"/>
    <w:rsid w:val="0089640E"/>
    <w:rsid w:val="008A12ED"/>
    <w:rsid w:val="008A39D3"/>
    <w:rsid w:val="008B2C77"/>
    <w:rsid w:val="008B4AD2"/>
    <w:rsid w:val="008B7138"/>
    <w:rsid w:val="008D05DC"/>
    <w:rsid w:val="008E0608"/>
    <w:rsid w:val="008E260C"/>
    <w:rsid w:val="008E39BE"/>
    <w:rsid w:val="008E62EC"/>
    <w:rsid w:val="008F32F6"/>
    <w:rsid w:val="00916CD7"/>
    <w:rsid w:val="0092080F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2DCE"/>
    <w:rsid w:val="00997BFC"/>
    <w:rsid w:val="009A5900"/>
    <w:rsid w:val="009A6E6C"/>
    <w:rsid w:val="009A6F3F"/>
    <w:rsid w:val="009B331A"/>
    <w:rsid w:val="009C2650"/>
    <w:rsid w:val="009C7C48"/>
    <w:rsid w:val="009D15E2"/>
    <w:rsid w:val="009D15FE"/>
    <w:rsid w:val="009D5D2C"/>
    <w:rsid w:val="009F0DCC"/>
    <w:rsid w:val="009F11CA"/>
    <w:rsid w:val="00A027D4"/>
    <w:rsid w:val="00A0695B"/>
    <w:rsid w:val="00A13052"/>
    <w:rsid w:val="00A216A8"/>
    <w:rsid w:val="00A223A6"/>
    <w:rsid w:val="00A3639E"/>
    <w:rsid w:val="00A50597"/>
    <w:rsid w:val="00A5092E"/>
    <w:rsid w:val="00A554D6"/>
    <w:rsid w:val="00A56E14"/>
    <w:rsid w:val="00A6476B"/>
    <w:rsid w:val="00A76C6C"/>
    <w:rsid w:val="00A87356"/>
    <w:rsid w:val="00A908CE"/>
    <w:rsid w:val="00A92DD1"/>
    <w:rsid w:val="00AA5338"/>
    <w:rsid w:val="00AA5927"/>
    <w:rsid w:val="00AB1B8E"/>
    <w:rsid w:val="00AB3EC1"/>
    <w:rsid w:val="00AB46DE"/>
    <w:rsid w:val="00AB51ED"/>
    <w:rsid w:val="00AB7FF6"/>
    <w:rsid w:val="00AC0696"/>
    <w:rsid w:val="00AC4C98"/>
    <w:rsid w:val="00AC5F6B"/>
    <w:rsid w:val="00AD0B13"/>
    <w:rsid w:val="00AD3896"/>
    <w:rsid w:val="00AD5B47"/>
    <w:rsid w:val="00AE1ED9"/>
    <w:rsid w:val="00AE32CB"/>
    <w:rsid w:val="00AF3957"/>
    <w:rsid w:val="00AF3D81"/>
    <w:rsid w:val="00B0712C"/>
    <w:rsid w:val="00B12013"/>
    <w:rsid w:val="00B22C67"/>
    <w:rsid w:val="00B3508F"/>
    <w:rsid w:val="00B443EE"/>
    <w:rsid w:val="00B560C8"/>
    <w:rsid w:val="00B60BA5"/>
    <w:rsid w:val="00B61150"/>
    <w:rsid w:val="00B65BC7"/>
    <w:rsid w:val="00B746B9"/>
    <w:rsid w:val="00B848D4"/>
    <w:rsid w:val="00B865B7"/>
    <w:rsid w:val="00B90AAF"/>
    <w:rsid w:val="00B91B97"/>
    <w:rsid w:val="00BA1CB1"/>
    <w:rsid w:val="00BA4178"/>
    <w:rsid w:val="00BA482D"/>
    <w:rsid w:val="00BB1755"/>
    <w:rsid w:val="00BB23F4"/>
    <w:rsid w:val="00BC5075"/>
    <w:rsid w:val="00BC5419"/>
    <w:rsid w:val="00BC6045"/>
    <w:rsid w:val="00BC6ACB"/>
    <w:rsid w:val="00BD3B0F"/>
    <w:rsid w:val="00BE0098"/>
    <w:rsid w:val="00BE5889"/>
    <w:rsid w:val="00BF1D4C"/>
    <w:rsid w:val="00BF3F0A"/>
    <w:rsid w:val="00C143C3"/>
    <w:rsid w:val="00C1739B"/>
    <w:rsid w:val="00C20830"/>
    <w:rsid w:val="00C21ADE"/>
    <w:rsid w:val="00C26067"/>
    <w:rsid w:val="00C30A29"/>
    <w:rsid w:val="00C317DC"/>
    <w:rsid w:val="00C525ED"/>
    <w:rsid w:val="00C578E9"/>
    <w:rsid w:val="00C70626"/>
    <w:rsid w:val="00C72860"/>
    <w:rsid w:val="00C73582"/>
    <w:rsid w:val="00C73B90"/>
    <w:rsid w:val="00C742EC"/>
    <w:rsid w:val="00C96AF3"/>
    <w:rsid w:val="00C97B29"/>
    <w:rsid w:val="00C97CCC"/>
    <w:rsid w:val="00CA0274"/>
    <w:rsid w:val="00CA139A"/>
    <w:rsid w:val="00CA51F1"/>
    <w:rsid w:val="00CB746F"/>
    <w:rsid w:val="00CC451E"/>
    <w:rsid w:val="00CC7915"/>
    <w:rsid w:val="00CD4E9D"/>
    <w:rsid w:val="00CD4F4D"/>
    <w:rsid w:val="00CE7D19"/>
    <w:rsid w:val="00CF0CF5"/>
    <w:rsid w:val="00CF2B3E"/>
    <w:rsid w:val="00D0201F"/>
    <w:rsid w:val="00D026A5"/>
    <w:rsid w:val="00D03685"/>
    <w:rsid w:val="00D057EB"/>
    <w:rsid w:val="00D07D4E"/>
    <w:rsid w:val="00D10A27"/>
    <w:rsid w:val="00D115AA"/>
    <w:rsid w:val="00D145BE"/>
    <w:rsid w:val="00D2035A"/>
    <w:rsid w:val="00D20A9C"/>
    <w:rsid w:val="00D20C57"/>
    <w:rsid w:val="00D25D16"/>
    <w:rsid w:val="00D32124"/>
    <w:rsid w:val="00D40342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0FE1"/>
    <w:rsid w:val="00DA1865"/>
    <w:rsid w:val="00DA3C10"/>
    <w:rsid w:val="00DA53B5"/>
    <w:rsid w:val="00DA54B5"/>
    <w:rsid w:val="00DB6B56"/>
    <w:rsid w:val="00DC1D69"/>
    <w:rsid w:val="00DC5A3A"/>
    <w:rsid w:val="00DD0726"/>
    <w:rsid w:val="00DD1ECB"/>
    <w:rsid w:val="00DD3C1C"/>
    <w:rsid w:val="00DD5406"/>
    <w:rsid w:val="00DE3DB1"/>
    <w:rsid w:val="00DE6E0D"/>
    <w:rsid w:val="00DF138A"/>
    <w:rsid w:val="00DF7328"/>
    <w:rsid w:val="00E00493"/>
    <w:rsid w:val="00E12AD9"/>
    <w:rsid w:val="00E238E6"/>
    <w:rsid w:val="00E2602F"/>
    <w:rsid w:val="00E268BA"/>
    <w:rsid w:val="00E312BF"/>
    <w:rsid w:val="00E34CD8"/>
    <w:rsid w:val="00E35064"/>
    <w:rsid w:val="00E3681D"/>
    <w:rsid w:val="00E40225"/>
    <w:rsid w:val="00E46DDB"/>
    <w:rsid w:val="00E471AB"/>
    <w:rsid w:val="00E501F0"/>
    <w:rsid w:val="00E6166D"/>
    <w:rsid w:val="00E63FBF"/>
    <w:rsid w:val="00E74EF5"/>
    <w:rsid w:val="00E8383F"/>
    <w:rsid w:val="00E84594"/>
    <w:rsid w:val="00E91BFF"/>
    <w:rsid w:val="00E92933"/>
    <w:rsid w:val="00E933B0"/>
    <w:rsid w:val="00E94FAD"/>
    <w:rsid w:val="00E95498"/>
    <w:rsid w:val="00EA2FCF"/>
    <w:rsid w:val="00EB0AA4"/>
    <w:rsid w:val="00EB5C88"/>
    <w:rsid w:val="00EC0469"/>
    <w:rsid w:val="00EC0C3E"/>
    <w:rsid w:val="00EC31ED"/>
    <w:rsid w:val="00ED6C87"/>
    <w:rsid w:val="00EF01F8"/>
    <w:rsid w:val="00EF3268"/>
    <w:rsid w:val="00EF40EF"/>
    <w:rsid w:val="00EF47FE"/>
    <w:rsid w:val="00F004C7"/>
    <w:rsid w:val="00F0092A"/>
    <w:rsid w:val="00F06665"/>
    <w:rsid w:val="00F069BD"/>
    <w:rsid w:val="00F1480E"/>
    <w:rsid w:val="00F1497D"/>
    <w:rsid w:val="00F16AAC"/>
    <w:rsid w:val="00F23AD0"/>
    <w:rsid w:val="00F240EA"/>
    <w:rsid w:val="00F30C7D"/>
    <w:rsid w:val="00F33FF2"/>
    <w:rsid w:val="00F438FC"/>
    <w:rsid w:val="00F46164"/>
    <w:rsid w:val="00F5616F"/>
    <w:rsid w:val="00F56451"/>
    <w:rsid w:val="00F56827"/>
    <w:rsid w:val="00F56906"/>
    <w:rsid w:val="00F62866"/>
    <w:rsid w:val="00F65EF0"/>
    <w:rsid w:val="00F71651"/>
    <w:rsid w:val="00F76191"/>
    <w:rsid w:val="00F76CC6"/>
    <w:rsid w:val="00F8149F"/>
    <w:rsid w:val="00F83D7C"/>
    <w:rsid w:val="00FB232E"/>
    <w:rsid w:val="00FB6648"/>
    <w:rsid w:val="00FC0022"/>
    <w:rsid w:val="00FC4C08"/>
    <w:rsid w:val="00FC56DF"/>
    <w:rsid w:val="00FD557D"/>
    <w:rsid w:val="00FE0282"/>
    <w:rsid w:val="00FE124D"/>
    <w:rsid w:val="00FE792C"/>
    <w:rsid w:val="00FF0725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paragraph" w:styleId="Revision">
    <w:name w:val="Revision"/>
    <w:hidden/>
    <w:uiPriority w:val="99"/>
    <w:semiHidden/>
    <w:rsid w:val="00816BF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4DF619-4C68-4039-AE0D-36464F0CB2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85CB49-B5F9-4A1F-9415-486253D0A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200</TotalTime>
  <Pages>4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104</cp:revision>
  <cp:lastPrinted>2016-05-27T05:21:00Z</cp:lastPrinted>
  <dcterms:created xsi:type="dcterms:W3CDTF">2020-08-25T06:08:00Z</dcterms:created>
  <dcterms:modified xsi:type="dcterms:W3CDTF">2021-05-07T21:33:00Z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